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66C" w:rsidRPr="00440A39" w:rsidRDefault="008D366C" w:rsidP="0065147D">
      <w:pPr>
        <w:ind w:right="1692"/>
        <w:rPr>
          <w:lang w:val="en-GB"/>
        </w:rPr>
      </w:pPr>
    </w:p>
    <w:p w:rsidR="008D366C" w:rsidRPr="00440A39" w:rsidRDefault="008D366C" w:rsidP="0065147D">
      <w:pPr>
        <w:ind w:right="1692"/>
        <w:rPr>
          <w:lang w:val="en-GB"/>
        </w:rPr>
      </w:pPr>
    </w:p>
    <w:p w:rsidR="008D366C" w:rsidRPr="00440A39" w:rsidRDefault="008D366C" w:rsidP="0065147D">
      <w:pPr>
        <w:ind w:right="1692"/>
        <w:rPr>
          <w:lang w:val="en-GB"/>
        </w:rPr>
      </w:pPr>
    </w:p>
    <w:p w:rsidR="008D366C" w:rsidRPr="00440A39" w:rsidRDefault="008D366C" w:rsidP="0065147D">
      <w:pPr>
        <w:ind w:right="1692"/>
        <w:rPr>
          <w:lang w:val="en-GB"/>
        </w:rPr>
      </w:pPr>
      <w:r w:rsidRPr="00440A39">
        <w:rPr>
          <w:lang w:val="en-GB"/>
        </w:rPr>
        <w:softHyphen/>
      </w:r>
    </w:p>
    <w:p w:rsidR="008D366C" w:rsidRPr="00440A39" w:rsidRDefault="008D366C" w:rsidP="0065147D">
      <w:pPr>
        <w:ind w:right="1692"/>
        <w:rPr>
          <w:rFonts w:ascii="Arial" w:hAnsi="Arial" w:cs="Arial"/>
          <w:bCs/>
          <w:sz w:val="28"/>
          <w:szCs w:val="28"/>
          <w:lang w:val="en-GB"/>
        </w:rPr>
      </w:pPr>
      <w:r w:rsidRPr="00440A39">
        <w:rPr>
          <w:rFonts w:ascii="Arial" w:hAnsi="Arial"/>
          <w:sz w:val="28"/>
          <w:lang w:val="en-GB"/>
        </w:rPr>
        <w:t>PRESS RELEASE</w:t>
      </w:r>
    </w:p>
    <w:p w:rsidR="008D366C" w:rsidRPr="00440A39" w:rsidRDefault="008D366C" w:rsidP="0065147D">
      <w:pPr>
        <w:ind w:right="1692"/>
        <w:rPr>
          <w:rFonts w:ascii="Arial" w:hAnsi="Arial" w:cs="Arial"/>
          <w:bCs/>
          <w:sz w:val="48"/>
          <w:szCs w:val="48"/>
          <w:lang w:val="en-GB"/>
        </w:rPr>
      </w:pPr>
      <w:r w:rsidRPr="00440A39">
        <w:rPr>
          <w:rFonts w:ascii="Arial" w:hAnsi="Arial"/>
          <w:sz w:val="28"/>
          <w:lang w:val="en-GB"/>
        </w:rPr>
        <w:t xml:space="preserve">ALBERTO Pants We Love </w:t>
      </w:r>
      <w:r w:rsidRPr="00440A39">
        <w:rPr>
          <w:rFonts w:ascii="Arial" w:hAnsi="Arial" w:cs="Arial"/>
          <w:sz w:val="28"/>
          <w:szCs w:val="28"/>
          <w:lang w:val="en-GB"/>
        </w:rPr>
        <w:br/>
      </w:r>
      <w:r w:rsidRPr="00440A39">
        <w:rPr>
          <w:rFonts w:ascii="Arial" w:hAnsi="Arial" w:cs="Arial"/>
          <w:sz w:val="28"/>
          <w:szCs w:val="28"/>
          <w:lang w:val="en-GB"/>
        </w:rPr>
        <w:br/>
      </w:r>
      <w:r w:rsidRPr="00440A39">
        <w:rPr>
          <w:rFonts w:ascii="Arial" w:hAnsi="Arial"/>
          <w:sz w:val="20"/>
          <w:lang w:val="en-GB"/>
        </w:rPr>
        <w:t>Mönchengladbach, November 20, 2014</w:t>
      </w:r>
    </w:p>
    <w:p w:rsidR="008D366C" w:rsidRPr="00440A39" w:rsidRDefault="008D366C" w:rsidP="0065147D">
      <w:pPr>
        <w:ind w:right="1692"/>
        <w:rPr>
          <w:rFonts w:ascii="Arial" w:hAnsi="Arial" w:cs="Arial"/>
          <w:bCs/>
          <w:sz w:val="20"/>
          <w:szCs w:val="20"/>
          <w:lang w:val="en-GB"/>
        </w:rPr>
      </w:pPr>
    </w:p>
    <w:p w:rsidR="008D366C" w:rsidRPr="00440A39" w:rsidRDefault="008D366C" w:rsidP="0065147D">
      <w:pPr>
        <w:ind w:right="1692"/>
        <w:rPr>
          <w:rFonts w:ascii="Arial" w:hAnsi="Arial" w:cs="Arial"/>
          <w:bCs/>
          <w:sz w:val="20"/>
          <w:szCs w:val="20"/>
          <w:lang w:val="en-GB"/>
        </w:rPr>
      </w:pPr>
    </w:p>
    <w:p w:rsidR="008D366C" w:rsidRPr="00440A39" w:rsidRDefault="008D366C" w:rsidP="0065147D">
      <w:pPr>
        <w:ind w:right="1692"/>
        <w:rPr>
          <w:rFonts w:ascii="Arial" w:hAnsi="Arial" w:cs="Arial"/>
          <w:bCs/>
          <w:sz w:val="20"/>
          <w:szCs w:val="20"/>
          <w:lang w:val="en-GB"/>
        </w:rPr>
      </w:pPr>
    </w:p>
    <w:p w:rsidR="008D366C" w:rsidRPr="00440A39" w:rsidRDefault="008D366C" w:rsidP="0065147D">
      <w:pPr>
        <w:ind w:right="1692"/>
        <w:rPr>
          <w:rFonts w:ascii="Arial" w:hAnsi="Arial" w:cs="Arial"/>
          <w:bCs/>
          <w:sz w:val="20"/>
          <w:szCs w:val="20"/>
          <w:lang w:val="en-GB"/>
        </w:rPr>
      </w:pPr>
    </w:p>
    <w:p w:rsidR="008D366C" w:rsidRPr="00440A39" w:rsidRDefault="008D366C" w:rsidP="0065147D">
      <w:pPr>
        <w:ind w:right="1692"/>
        <w:rPr>
          <w:rFonts w:ascii="Arial" w:hAnsi="Arial" w:cs="Arial"/>
          <w:bCs/>
          <w:sz w:val="20"/>
          <w:szCs w:val="20"/>
          <w:lang w:val="en-GB"/>
        </w:rPr>
      </w:pPr>
    </w:p>
    <w:p w:rsidR="008D366C" w:rsidRPr="00440A39" w:rsidRDefault="008D366C" w:rsidP="0065147D">
      <w:pPr>
        <w:pStyle w:val="BodyText"/>
        <w:ind w:right="1692"/>
        <w:rPr>
          <w:rFonts w:cs="Arial"/>
          <w:color w:val="000000"/>
          <w:sz w:val="22"/>
          <w:u w:val="single"/>
          <w:lang w:val="en-GB"/>
        </w:rPr>
      </w:pPr>
      <w:r w:rsidRPr="00440A39">
        <w:rPr>
          <w:color w:val="000000"/>
          <w:sz w:val="22"/>
          <w:u w:val="single"/>
          <w:lang w:val="en-GB"/>
        </w:rPr>
        <w:t>Fall/Winter collection 2015/2016</w:t>
      </w:r>
    </w:p>
    <w:p w:rsidR="008D366C" w:rsidRPr="00440A39" w:rsidRDefault="008D366C" w:rsidP="0065147D">
      <w:pPr>
        <w:pStyle w:val="BodyText"/>
        <w:spacing w:line="240" w:lineRule="auto"/>
        <w:ind w:right="1692"/>
        <w:rPr>
          <w:rFonts w:cs="Arial"/>
          <w:sz w:val="22"/>
          <w:lang w:val="en-GB"/>
        </w:rPr>
      </w:pPr>
    </w:p>
    <w:p w:rsidR="008D366C" w:rsidRPr="00440A39" w:rsidRDefault="008D366C" w:rsidP="00934242">
      <w:pPr>
        <w:spacing w:line="360" w:lineRule="auto"/>
        <w:ind w:right="1692"/>
        <w:rPr>
          <w:rFonts w:ascii="Arial" w:hAnsi="Arial" w:cs="Arial"/>
          <w:b/>
          <w:sz w:val="28"/>
          <w:szCs w:val="28"/>
          <w:lang w:val="en-GB"/>
        </w:rPr>
      </w:pPr>
      <w:r w:rsidRPr="00440A39">
        <w:rPr>
          <w:rFonts w:ascii="Arial" w:hAnsi="Arial"/>
          <w:b/>
          <w:sz w:val="28"/>
          <w:lang w:val="en-GB"/>
        </w:rPr>
        <w:t>Pants culture reloaded!</w:t>
      </w:r>
    </w:p>
    <w:p w:rsidR="008D366C" w:rsidRPr="00440A39" w:rsidRDefault="008D366C" w:rsidP="0065147D">
      <w:pPr>
        <w:spacing w:line="360" w:lineRule="auto"/>
        <w:ind w:right="1692"/>
        <w:rPr>
          <w:rFonts w:ascii="Arial" w:hAnsi="Arial" w:cs="Arial"/>
          <w:sz w:val="20"/>
          <w:szCs w:val="20"/>
          <w:lang w:val="en-GB"/>
        </w:rPr>
      </w:pPr>
    </w:p>
    <w:p w:rsidR="008D366C" w:rsidRPr="00440A39" w:rsidRDefault="008D366C" w:rsidP="0065147D">
      <w:pPr>
        <w:spacing w:line="360" w:lineRule="auto"/>
        <w:ind w:right="1692"/>
        <w:rPr>
          <w:rFonts w:ascii="Arial" w:hAnsi="Arial" w:cs="Arial"/>
          <w:sz w:val="20"/>
          <w:szCs w:val="20"/>
          <w:lang w:val="en-GB"/>
        </w:rPr>
      </w:pPr>
    </w:p>
    <w:p w:rsidR="008D366C" w:rsidRPr="00440A39" w:rsidRDefault="008D366C" w:rsidP="002E4BCB">
      <w:pPr>
        <w:tabs>
          <w:tab w:val="left" w:pos="3240"/>
        </w:tabs>
        <w:spacing w:line="360" w:lineRule="auto"/>
        <w:ind w:right="1692"/>
        <w:rPr>
          <w:rFonts w:ascii="Arial" w:hAnsi="Arial" w:cs="Arial"/>
          <w:b/>
          <w:sz w:val="20"/>
          <w:szCs w:val="20"/>
          <w:lang w:val="en-GB"/>
        </w:rPr>
      </w:pPr>
      <w:r w:rsidRPr="00440A39">
        <w:rPr>
          <w:rFonts w:ascii="Arial" w:hAnsi="Arial"/>
          <w:b/>
          <w:sz w:val="20"/>
          <w:lang w:val="en-GB"/>
        </w:rPr>
        <w:t>Classic slim fits for Classy Monday, rough slacks for Casual Friday or chinos, cargos and jeans for the days in between - the Fall/Winter 2015/2016 collection from Mönchengladbach-based pants tailors ALBERTO once again offers the best pants for every situation. It goes without saying that the shapes and details sit comfortably at the right places and that the collection exploits the whole range of sophisticated fabrics, modifications and treatments.  Nothing changes - ALBERTO is the epitome of pants culture at its best.</w:t>
      </w:r>
    </w:p>
    <w:p w:rsidR="008D366C" w:rsidRPr="00440A39" w:rsidRDefault="008D366C" w:rsidP="002E4BCB">
      <w:pPr>
        <w:tabs>
          <w:tab w:val="left" w:pos="3240"/>
        </w:tabs>
        <w:spacing w:line="360" w:lineRule="auto"/>
        <w:ind w:right="1692"/>
        <w:rPr>
          <w:rFonts w:ascii="Arial" w:hAnsi="Arial" w:cs="Arial"/>
          <w:b/>
          <w:sz w:val="20"/>
          <w:szCs w:val="20"/>
          <w:lang w:val="en-GB"/>
        </w:rPr>
      </w:pPr>
    </w:p>
    <w:p w:rsidR="008D366C" w:rsidRPr="00440A39" w:rsidRDefault="008D366C" w:rsidP="00B126AF">
      <w:pPr>
        <w:spacing w:line="360" w:lineRule="auto"/>
        <w:ind w:right="1692"/>
        <w:rPr>
          <w:rFonts w:ascii="Arial" w:hAnsi="Arial" w:cs="Arial"/>
          <w:b/>
          <w:sz w:val="20"/>
          <w:szCs w:val="20"/>
          <w:lang w:val="en-GB"/>
        </w:rPr>
      </w:pPr>
      <w:r w:rsidRPr="00440A39">
        <w:rPr>
          <w:rFonts w:ascii="Arial" w:hAnsi="Arial"/>
          <w:b/>
          <w:sz w:val="20"/>
          <w:lang w:val="en-GB"/>
        </w:rPr>
        <w:t xml:space="preserve">NEW: Cosy Pants </w:t>
      </w:r>
    </w:p>
    <w:p w:rsidR="008D366C" w:rsidRPr="00440A39" w:rsidRDefault="008D366C" w:rsidP="00B126AF">
      <w:pPr>
        <w:spacing w:line="360" w:lineRule="auto"/>
        <w:ind w:right="1692"/>
        <w:rPr>
          <w:rFonts w:ascii="Arial" w:hAnsi="Arial" w:cs="Arial"/>
          <w:sz w:val="20"/>
          <w:szCs w:val="20"/>
          <w:lang w:val="en-GB"/>
        </w:rPr>
      </w:pPr>
      <w:r>
        <w:rPr>
          <w:rFonts w:ascii="Arial" w:hAnsi="Arial"/>
          <w:sz w:val="20"/>
          <w:lang w:val="en-GB"/>
        </w:rPr>
        <w:t>Comfortable and stylish: w</w:t>
      </w:r>
      <w:r w:rsidRPr="00440A39">
        <w:rPr>
          <w:rFonts w:ascii="Arial" w:hAnsi="Arial"/>
          <w:sz w:val="20"/>
          <w:lang w:val="en-GB"/>
        </w:rPr>
        <w:t>ith their simple, casual and well-fitting cuts, ALBERTO's drawcord pants have long since moved beyond the sportswear segment. In fact, the high-quality fabrics make these sophisticated jogging pants perfectly suitable for the street or - if correctly styled - even for the office. ALBERTO makes sure of this by offering a wide range of variations. Exquisite woven cloths are found in the Smart Dressy segment, the jersey version in Smart Cotton. These creative denims are called Cosy Jean and skilfully combine the comfort of sweat pants with the characteristic appearance of denim. Fashion could hardly be more relaxed.</w:t>
      </w:r>
    </w:p>
    <w:p w:rsidR="008D366C" w:rsidRPr="00440A39" w:rsidRDefault="008D366C" w:rsidP="000A3D94">
      <w:pPr>
        <w:spacing w:line="360" w:lineRule="auto"/>
        <w:ind w:right="1692"/>
        <w:rPr>
          <w:rFonts w:ascii="Arial" w:hAnsi="Arial" w:cs="Arial"/>
          <w:color w:val="FF0000"/>
          <w:sz w:val="20"/>
          <w:szCs w:val="20"/>
          <w:lang w:val="en-GB"/>
        </w:rPr>
      </w:pPr>
    </w:p>
    <w:p w:rsidR="008D366C" w:rsidRPr="00440A39" w:rsidRDefault="008D366C" w:rsidP="000A3D94">
      <w:pPr>
        <w:spacing w:line="360" w:lineRule="auto"/>
        <w:ind w:right="1692"/>
        <w:rPr>
          <w:rFonts w:ascii="Arial" w:hAnsi="Arial" w:cs="Arial"/>
          <w:b/>
          <w:sz w:val="20"/>
          <w:szCs w:val="20"/>
          <w:lang w:val="en-GB"/>
        </w:rPr>
      </w:pPr>
      <w:r w:rsidRPr="00440A39">
        <w:rPr>
          <w:rFonts w:ascii="Arial" w:hAnsi="Arial"/>
          <w:b/>
          <w:sz w:val="20"/>
          <w:lang w:val="en-GB"/>
        </w:rPr>
        <w:t>Smart Dressy</w:t>
      </w:r>
    </w:p>
    <w:p w:rsidR="008D366C" w:rsidRPr="00440A39" w:rsidRDefault="008D366C" w:rsidP="000A3D94">
      <w:pPr>
        <w:spacing w:line="360" w:lineRule="auto"/>
        <w:ind w:right="1692"/>
        <w:rPr>
          <w:rFonts w:ascii="Arial" w:hAnsi="Arial" w:cs="Arial"/>
          <w:sz w:val="20"/>
          <w:szCs w:val="20"/>
          <w:lang w:val="en-GB"/>
        </w:rPr>
      </w:pPr>
      <w:r w:rsidRPr="00440A39">
        <w:rPr>
          <w:rFonts w:ascii="Arial" w:hAnsi="Arial"/>
          <w:sz w:val="20"/>
          <w:lang w:val="en-GB"/>
        </w:rPr>
        <w:t>With its  subtle combination of high-quality fabrics, classic cuts, perfect craftsmanship and unbeatable fit, ALBERTO's Smart Dressy program has long since made history in the pants world. In the Fall/Winter 2015/2016 collection, the Mönchengladbach-based company again shows that it believes in its own strengths. This time, the collection focuses on Ceramica pants in a wide range of shapes, designs and details. 'Cosy Ceramica', a woollen look, looks sharp and clean in anthracite, medium grey, brown and blue-melange, while "Cosy Ceramica Wool'</w:t>
      </w:r>
      <w:r>
        <w:rPr>
          <w:rFonts w:ascii="Arial" w:hAnsi="Arial"/>
          <w:sz w:val="20"/>
          <w:lang w:val="en-GB"/>
        </w:rPr>
        <w:t>,</w:t>
      </w:r>
      <w:r w:rsidRPr="00440A39">
        <w:rPr>
          <w:rFonts w:ascii="Arial" w:hAnsi="Arial"/>
          <w:sz w:val="20"/>
          <w:lang w:val="en-GB"/>
        </w:rPr>
        <w:t xml:space="preserve"> comprising 39% wool with veggie leather details at the waistband and coin pocket, robust wool and loden looks, casual cuts and blue-melange or brown-melange shades</w:t>
      </w:r>
      <w:r>
        <w:rPr>
          <w:rFonts w:ascii="Arial" w:hAnsi="Arial"/>
          <w:sz w:val="20"/>
          <w:lang w:val="en-GB"/>
        </w:rPr>
        <w:t>,</w:t>
      </w:r>
      <w:r w:rsidRPr="00440A39">
        <w:rPr>
          <w:rFonts w:ascii="Arial" w:hAnsi="Arial"/>
          <w:sz w:val="20"/>
          <w:lang w:val="en-GB"/>
        </w:rPr>
        <w:t xml:space="preserve"> is wholly dedicated to 1930s and 40s style. 'Cosy Ceramica Check', woven slim-fit flannel chinos with French pockets, pay tribute to the check revival with various patterns, while the narrow 'Ceramica Honeycomb'  heralds the launch of a two-tone bestseller. </w:t>
      </w:r>
    </w:p>
    <w:p w:rsidR="008D366C" w:rsidRPr="00440A39" w:rsidRDefault="008D366C" w:rsidP="000A3D94">
      <w:pPr>
        <w:spacing w:line="360" w:lineRule="auto"/>
        <w:ind w:right="1692"/>
        <w:rPr>
          <w:rFonts w:ascii="Arial" w:hAnsi="Arial" w:cs="Arial"/>
          <w:sz w:val="20"/>
          <w:szCs w:val="20"/>
          <w:lang w:val="en-GB"/>
        </w:rPr>
      </w:pPr>
    </w:p>
    <w:p w:rsidR="008D366C" w:rsidRPr="00440A39" w:rsidRDefault="008D366C" w:rsidP="000A3D94">
      <w:pPr>
        <w:spacing w:line="360" w:lineRule="auto"/>
        <w:ind w:right="1692"/>
        <w:rPr>
          <w:rFonts w:ascii="Arial" w:hAnsi="Arial" w:cs="Arial"/>
          <w:b/>
          <w:sz w:val="20"/>
          <w:szCs w:val="20"/>
          <w:lang w:val="en-GB"/>
        </w:rPr>
      </w:pPr>
      <w:r w:rsidRPr="00440A39">
        <w:rPr>
          <w:rFonts w:ascii="Arial" w:hAnsi="Arial"/>
          <w:b/>
          <w:sz w:val="20"/>
          <w:lang w:val="en-GB"/>
        </w:rPr>
        <w:t>Denims</w:t>
      </w:r>
    </w:p>
    <w:p w:rsidR="008D366C" w:rsidRPr="00440A39" w:rsidRDefault="008D366C" w:rsidP="00C747BB">
      <w:pPr>
        <w:spacing w:line="360" w:lineRule="auto"/>
        <w:ind w:right="1701"/>
        <w:rPr>
          <w:rFonts w:ascii="Arial" w:hAnsi="Arial" w:cs="Arial"/>
          <w:sz w:val="20"/>
          <w:szCs w:val="20"/>
          <w:lang w:val="en-GB"/>
        </w:rPr>
      </w:pPr>
      <w:r w:rsidRPr="00440A39">
        <w:rPr>
          <w:rFonts w:ascii="Arial" w:hAnsi="Arial"/>
          <w:sz w:val="20"/>
          <w:lang w:val="en-GB"/>
        </w:rPr>
        <w:t>Clean cuts and clever treatments: The 30-part ALBERTO denim collection for the Winter season 2015/2016 is a sheer statement of style with a wide variety of models ranging from elegant to casual. Onlookers will also be captivated by the cleverly designed details. While medium-bleached jeans are making an impressive comeback, experimental laser treatments are creating the basis for modern graphic surfaces. With Blue Denims in black and blue, Cottons in black, military and brown, blue T400 pants in black and jerseys and black with a subtle shine, ALBERTO also acknowledges the trend for decorative coatings with no less than four types of coating. Jogging pants come in four washes and feature slim shapes with 5 hyperelastic pockets; they are available in indigo-dyed jersey or coarse twill. Narrow, black-coated drainpipes with extrovert panel seams at the knees create a robust look with a hint of biker attitude. One newcomer to the program is a series of classic-cut jeans made of fineline denim, an innovative fabric that uses weaving technology rather than stretch to keep its elasticity. The Greencast variations emit a hint of green, while Deep Indigo makes the pants a rich blue. Highly functional thermocooling fibres act as intelligent heat storage in a special winter denim, making these pants ideal companions in even the bitterest winter weather. The breathable, sophisticated T400 and T400 Luxury models are true high-performance pants, as these super-stretch denims guarantee maximum wearer comfort while invariably keeping their shape - even at critical places such as the knee or seat.</w:t>
      </w:r>
    </w:p>
    <w:p w:rsidR="008D366C" w:rsidRPr="00440A39" w:rsidRDefault="008D366C" w:rsidP="00C747BB">
      <w:pPr>
        <w:spacing w:line="360" w:lineRule="auto"/>
        <w:ind w:right="1701"/>
        <w:rPr>
          <w:rFonts w:ascii="Arial" w:hAnsi="Arial" w:cs="Arial"/>
          <w:sz w:val="20"/>
          <w:szCs w:val="20"/>
          <w:lang w:val="en-GB"/>
        </w:rPr>
      </w:pPr>
    </w:p>
    <w:p w:rsidR="008D366C" w:rsidRPr="00440A39" w:rsidRDefault="008D366C" w:rsidP="000A3D94">
      <w:pPr>
        <w:spacing w:line="360" w:lineRule="auto"/>
        <w:ind w:right="1692"/>
        <w:rPr>
          <w:rFonts w:ascii="Arial" w:hAnsi="Arial" w:cs="Arial"/>
          <w:b/>
          <w:sz w:val="20"/>
          <w:szCs w:val="20"/>
          <w:lang w:val="en-GB"/>
        </w:rPr>
      </w:pPr>
      <w:r w:rsidRPr="00440A39">
        <w:rPr>
          <w:rFonts w:ascii="Arial" w:hAnsi="Arial"/>
          <w:b/>
          <w:sz w:val="20"/>
          <w:lang w:val="en-GB"/>
        </w:rPr>
        <w:t>Smart Cotton</w:t>
      </w:r>
    </w:p>
    <w:p w:rsidR="008D366C" w:rsidRPr="00440A39" w:rsidRDefault="008D366C" w:rsidP="000A3D94">
      <w:pPr>
        <w:spacing w:line="360" w:lineRule="auto"/>
        <w:ind w:right="1692"/>
        <w:rPr>
          <w:rFonts w:ascii="Arial" w:hAnsi="Arial" w:cs="Arial"/>
          <w:sz w:val="20"/>
          <w:szCs w:val="20"/>
          <w:lang w:val="en-GB"/>
        </w:rPr>
      </w:pPr>
      <w:r w:rsidRPr="00440A39">
        <w:rPr>
          <w:rFonts w:ascii="Arial" w:hAnsi="Arial"/>
          <w:sz w:val="20"/>
          <w:lang w:val="en-GB"/>
        </w:rPr>
        <w:t>ALBERTO's 'Smart Cotton' line was formerly known for its clean, subtle look, yet over the last few seasons, it has opened up to more experimentation with fabrics and design, a path that will be pursued even further next winter. The slacks, five-pocket pants and slims come in sporty jersey with a clever dusty character, in authentic vintage twill, in coarser, heavier cotton or in soft indigo Blue Velvet. Details such as linings with striped or floral patterns, discreet spotted designs and colours ranging from blue, camel, asphalt and military to deep chocolate brown and marine blue create sophisticated contrasts. The highlight of the program is the return of the classic corduroy look, celebrated with T400 cord pants in slacks style with leather applications, rough vintage pants in jeans style washed out with stones and a two-town model in blue/brown, black/white and blue/grey. Brand new models include 'Hunter' cargo pants with a divided waistband, PPT finish</w:t>
      </w:r>
      <w:r>
        <w:rPr>
          <w:rFonts w:ascii="Arial" w:hAnsi="Arial"/>
          <w:sz w:val="20"/>
          <w:lang w:val="en-GB"/>
        </w:rPr>
        <w:t>, small welt pocket and houndstooth</w:t>
      </w:r>
      <w:r w:rsidRPr="00440A39">
        <w:rPr>
          <w:rFonts w:ascii="Arial" w:hAnsi="Arial"/>
          <w:sz w:val="20"/>
          <w:lang w:val="en-GB"/>
        </w:rPr>
        <w:t xml:space="preserve"> pattern</w:t>
      </w:r>
      <w:r>
        <w:rPr>
          <w:rFonts w:ascii="Arial" w:hAnsi="Arial"/>
          <w:sz w:val="20"/>
          <w:lang w:val="en-GB"/>
        </w:rPr>
        <w:t>,</w:t>
      </w:r>
      <w:bookmarkStart w:id="0" w:name="_GoBack"/>
      <w:bookmarkEnd w:id="0"/>
      <w:r w:rsidRPr="00440A39">
        <w:rPr>
          <w:rFonts w:ascii="Arial" w:hAnsi="Arial"/>
          <w:sz w:val="20"/>
          <w:lang w:val="en-GB"/>
        </w:rPr>
        <w:t xml:space="preserve"> and 'Pleat', old-school loose-fitting pinstripe pants featuring a wealth of detail with turn-ups, waist pleats, button flies and placket, available in blue or anthracite. Model 'Loft', slim-fit pants with a rough woollen look, is the absolute highlight of this line - only genuine with an elasticated waist at the back, elastic leg gathers, French pockets at the front and seat pockets at the back!</w:t>
      </w:r>
    </w:p>
    <w:p w:rsidR="008D366C" w:rsidRPr="00440A39" w:rsidRDefault="008D366C" w:rsidP="000A3D94">
      <w:pPr>
        <w:spacing w:line="360" w:lineRule="auto"/>
        <w:ind w:right="1692"/>
        <w:rPr>
          <w:rFonts w:ascii="Arial" w:hAnsi="Arial" w:cs="Arial"/>
          <w:sz w:val="20"/>
          <w:szCs w:val="20"/>
          <w:lang w:val="en-GB"/>
        </w:rPr>
      </w:pPr>
    </w:p>
    <w:p w:rsidR="008D366C" w:rsidRPr="00440A39" w:rsidRDefault="008D366C" w:rsidP="000A3D94">
      <w:pPr>
        <w:spacing w:line="360" w:lineRule="auto"/>
        <w:ind w:right="1692"/>
        <w:rPr>
          <w:rFonts w:ascii="Arial" w:hAnsi="Arial" w:cs="Arial"/>
          <w:b/>
          <w:sz w:val="20"/>
          <w:szCs w:val="20"/>
          <w:lang w:val="en-GB"/>
        </w:rPr>
      </w:pPr>
      <w:r w:rsidRPr="00440A39">
        <w:rPr>
          <w:rFonts w:ascii="Arial" w:hAnsi="Arial"/>
          <w:b/>
          <w:sz w:val="20"/>
          <w:lang w:val="en-GB"/>
        </w:rPr>
        <w:t>Premium Jeans</w:t>
      </w:r>
    </w:p>
    <w:p w:rsidR="008D366C" w:rsidRPr="00440A39" w:rsidRDefault="008D366C" w:rsidP="000A3D94">
      <w:pPr>
        <w:spacing w:line="360" w:lineRule="auto"/>
        <w:ind w:right="1692"/>
        <w:rPr>
          <w:rFonts w:ascii="Arial" w:hAnsi="Arial" w:cs="Arial"/>
          <w:sz w:val="20"/>
          <w:szCs w:val="20"/>
          <w:lang w:val="en-GB"/>
        </w:rPr>
      </w:pPr>
      <w:r w:rsidRPr="00440A39">
        <w:rPr>
          <w:rFonts w:ascii="Arial" w:hAnsi="Arial"/>
          <w:sz w:val="20"/>
          <w:lang w:val="en-GB"/>
        </w:rPr>
        <w:t xml:space="preserve">Exquisite fabrics made exclusively in </w:t>
      </w:r>
      <w:smartTag w:uri="urn:schemas-microsoft-com:office:smarttags" w:element="place">
        <w:smartTag w:uri="urn:schemas-microsoft-com:office:smarttags" w:element="country-region">
          <w:r w:rsidRPr="00440A39">
            <w:rPr>
              <w:rFonts w:ascii="Arial" w:hAnsi="Arial"/>
              <w:sz w:val="20"/>
              <w:lang w:val="en-GB"/>
            </w:rPr>
            <w:t>Italy</w:t>
          </w:r>
        </w:smartTag>
      </w:smartTag>
      <w:r w:rsidRPr="00440A39">
        <w:rPr>
          <w:rFonts w:ascii="Arial" w:hAnsi="Arial"/>
          <w:sz w:val="20"/>
          <w:lang w:val="en-GB"/>
        </w:rPr>
        <w:t xml:space="preserve"> meet perfect cuts, meticulous details and maximum wearer comfort. ALBERTO's Premium, Jeans once again demonstrate the versatility of this indigo gold. Edition number three features five styles</w:t>
      </w:r>
      <w:r>
        <w:rPr>
          <w:rFonts w:ascii="Arial" w:hAnsi="Arial"/>
          <w:sz w:val="20"/>
          <w:lang w:val="en-GB"/>
        </w:rPr>
        <w:t xml:space="preserve"> and a wide variety of finishe</w:t>
      </w:r>
      <w:r w:rsidRPr="00440A39">
        <w:rPr>
          <w:rFonts w:ascii="Arial" w:hAnsi="Arial"/>
          <w:sz w:val="20"/>
          <w:lang w:val="en-GB"/>
        </w:rPr>
        <w:t xml:space="preserve">s and fabrics. Along with extra-soft silk and cashmere denims with silver buttons varnished deep black and contrasting waistband lining in tie design and the T400 and T400 Luxury series with a dark weft, black zips and a leather waistband, the Mönchengladbach-based pants tailors now also a present winter blue denims in rinsed wash and two used washes. </w:t>
      </w:r>
    </w:p>
    <w:p w:rsidR="008D366C" w:rsidRPr="00440A39" w:rsidRDefault="008D366C" w:rsidP="000A3D94">
      <w:pPr>
        <w:spacing w:line="360" w:lineRule="auto"/>
        <w:ind w:right="1692"/>
        <w:rPr>
          <w:rFonts w:ascii="Arial" w:hAnsi="Arial" w:cs="Arial"/>
          <w:sz w:val="20"/>
          <w:szCs w:val="20"/>
          <w:lang w:val="en-GB"/>
        </w:rPr>
      </w:pPr>
    </w:p>
    <w:p w:rsidR="008D366C" w:rsidRPr="00440A39" w:rsidRDefault="008D366C" w:rsidP="000A3D94">
      <w:pPr>
        <w:spacing w:line="360" w:lineRule="auto"/>
        <w:ind w:right="1692"/>
        <w:rPr>
          <w:rFonts w:ascii="Arial" w:hAnsi="Arial" w:cs="Arial"/>
          <w:b/>
          <w:sz w:val="20"/>
          <w:szCs w:val="20"/>
          <w:lang w:val="en-GB"/>
        </w:rPr>
      </w:pPr>
      <w:r w:rsidRPr="00440A39">
        <w:rPr>
          <w:rFonts w:ascii="Arial" w:hAnsi="Arial"/>
          <w:b/>
          <w:sz w:val="20"/>
          <w:lang w:val="en-GB"/>
        </w:rPr>
        <w:t>Veggie Leather</w:t>
      </w:r>
    </w:p>
    <w:p w:rsidR="008D366C" w:rsidRPr="00440A39" w:rsidRDefault="008D366C" w:rsidP="000A3D94">
      <w:pPr>
        <w:spacing w:line="360" w:lineRule="auto"/>
        <w:ind w:right="1692"/>
        <w:rPr>
          <w:rFonts w:ascii="Arial" w:hAnsi="Arial" w:cs="Arial"/>
          <w:sz w:val="20"/>
          <w:szCs w:val="20"/>
          <w:lang w:val="en-GB"/>
        </w:rPr>
      </w:pPr>
      <w:r w:rsidRPr="00440A39">
        <w:rPr>
          <w:rFonts w:ascii="Arial" w:hAnsi="Arial"/>
          <w:sz w:val="20"/>
          <w:lang w:val="en-GB"/>
        </w:rPr>
        <w:t>The three veggie leather models are special highlights. While the velour variation appears absolutely purist with matching stitching, a narrow shape and muted colours such as deer brown, black, marine and asphalt, the fake nubuck styles with drawcord waists and quilted elements look like extravagant jogging pants.</w:t>
      </w:r>
    </w:p>
    <w:p w:rsidR="008D366C" w:rsidRPr="00440A39" w:rsidRDefault="008D366C" w:rsidP="00144CA2">
      <w:pPr>
        <w:spacing w:line="360" w:lineRule="auto"/>
        <w:ind w:right="1692"/>
        <w:rPr>
          <w:rFonts w:ascii="Arial" w:hAnsi="Arial" w:cs="Arial"/>
          <w:sz w:val="20"/>
          <w:szCs w:val="20"/>
          <w:lang w:val="en-GB"/>
        </w:rPr>
      </w:pPr>
    </w:p>
    <w:p w:rsidR="008D366C" w:rsidRPr="00440A39" w:rsidRDefault="008D366C" w:rsidP="00144CA2">
      <w:pPr>
        <w:spacing w:line="360" w:lineRule="auto"/>
        <w:ind w:right="1692"/>
        <w:rPr>
          <w:rFonts w:ascii="Arial" w:hAnsi="Arial" w:cs="Arial"/>
          <w:sz w:val="20"/>
          <w:szCs w:val="20"/>
          <w:lang w:val="en-GB"/>
        </w:rPr>
      </w:pPr>
      <w:r w:rsidRPr="00440A39">
        <w:rPr>
          <w:rFonts w:ascii="Arial" w:hAnsi="Arial"/>
          <w:sz w:val="20"/>
          <w:lang w:val="en-GB"/>
        </w:rPr>
        <w:t xml:space="preserve">The text and image material is available for download at </w:t>
      </w:r>
    </w:p>
    <w:p w:rsidR="008D366C" w:rsidRPr="00440A39" w:rsidRDefault="008D366C" w:rsidP="00144CA2">
      <w:pPr>
        <w:spacing w:line="360" w:lineRule="auto"/>
        <w:ind w:right="1692"/>
        <w:rPr>
          <w:rFonts w:ascii="Arial" w:hAnsi="Arial" w:cs="Arial"/>
          <w:sz w:val="20"/>
          <w:szCs w:val="20"/>
          <w:lang w:val="en-GB"/>
        </w:rPr>
      </w:pPr>
      <w:r w:rsidRPr="00440A39">
        <w:rPr>
          <w:rFonts w:ascii="Arial" w:hAnsi="Arial"/>
          <w:sz w:val="20"/>
          <w:lang w:val="en-GB"/>
        </w:rPr>
        <w:t>pressearchiv.alberto-pants.com</w:t>
      </w:r>
    </w:p>
    <w:p w:rsidR="008D366C" w:rsidRPr="00440A39" w:rsidRDefault="008D366C" w:rsidP="003A4627">
      <w:pPr>
        <w:pStyle w:val="PlainText"/>
        <w:spacing w:line="360" w:lineRule="auto"/>
        <w:rPr>
          <w:rFonts w:ascii="Arial" w:hAnsi="Arial" w:cs="Arial"/>
          <w:i/>
          <w:sz w:val="18"/>
          <w:szCs w:val="20"/>
          <w:lang w:val="en-GB"/>
        </w:rPr>
      </w:pPr>
    </w:p>
    <w:p w:rsidR="008D366C" w:rsidRPr="00440A39" w:rsidRDefault="008D366C" w:rsidP="003A4627">
      <w:pPr>
        <w:pStyle w:val="PlainText"/>
        <w:spacing w:line="360" w:lineRule="auto"/>
        <w:rPr>
          <w:rFonts w:ascii="Arial" w:hAnsi="Arial" w:cs="Arial"/>
          <w:i/>
          <w:sz w:val="18"/>
          <w:szCs w:val="20"/>
          <w:lang w:val="en-GB"/>
        </w:rPr>
      </w:pPr>
    </w:p>
    <w:p w:rsidR="008D366C" w:rsidRPr="00440A39" w:rsidRDefault="008D366C" w:rsidP="003A4627">
      <w:pPr>
        <w:pStyle w:val="PlainText"/>
        <w:spacing w:line="360" w:lineRule="auto"/>
        <w:ind w:right="1701"/>
        <w:rPr>
          <w:rFonts w:ascii="Arial" w:hAnsi="Arial" w:cs="Arial"/>
          <w:i/>
          <w:sz w:val="18"/>
          <w:szCs w:val="20"/>
          <w:lang w:val="en-GB"/>
        </w:rPr>
      </w:pPr>
      <w:r w:rsidRPr="00440A39">
        <w:rPr>
          <w:rFonts w:ascii="Arial" w:hAnsi="Arial"/>
          <w:i/>
          <w:sz w:val="18"/>
          <w:lang w:val="en-GB"/>
        </w:rPr>
        <w:t>The ALBERTO label has a long tradition. The brand has been specializing in pants tailoring since 1922. Pants for men. Ever since the early days, the company has been showing that it has what it takes to create high-quality contemporary fashion: the experience of several generations of perfect craftsmanship combined with technological innovation and an unerring instinct for trends, carefully selected materials and meticulous attention to every detail. In short: a creative process that reflects the superiority of these pants right from the start. Not more - and certainly not less.</w:t>
      </w:r>
    </w:p>
    <w:p w:rsidR="008D366C" w:rsidRPr="00440A39" w:rsidRDefault="008D366C" w:rsidP="003A4627">
      <w:pPr>
        <w:pStyle w:val="PlainText"/>
        <w:spacing w:line="360" w:lineRule="auto"/>
        <w:ind w:right="1701"/>
        <w:rPr>
          <w:rFonts w:ascii="Arial" w:hAnsi="Arial" w:cs="Arial"/>
          <w:i/>
          <w:sz w:val="18"/>
          <w:szCs w:val="20"/>
          <w:lang w:val="en-GB"/>
        </w:rPr>
      </w:pPr>
    </w:p>
    <w:p w:rsidR="008D366C" w:rsidRPr="00440A39" w:rsidRDefault="008D366C" w:rsidP="001E207E">
      <w:pPr>
        <w:spacing w:line="360" w:lineRule="auto"/>
        <w:rPr>
          <w:rFonts w:ascii="Arial" w:hAnsi="Arial" w:cs="Arial"/>
          <w:sz w:val="16"/>
          <w:szCs w:val="16"/>
          <w:lang w:val="en-GB"/>
        </w:rPr>
      </w:pPr>
    </w:p>
    <w:p w:rsidR="008D366C" w:rsidRPr="00440A39" w:rsidRDefault="008D366C" w:rsidP="00171326">
      <w:pPr>
        <w:spacing w:line="360" w:lineRule="auto"/>
        <w:rPr>
          <w:rFonts w:ascii="Arial" w:hAnsi="Arial" w:cs="Arial"/>
          <w:b/>
          <w:sz w:val="16"/>
          <w:szCs w:val="16"/>
          <w:lang w:val="en-GB"/>
        </w:rPr>
      </w:pPr>
      <w:r w:rsidRPr="00440A39">
        <w:rPr>
          <w:rFonts w:ascii="Arial" w:hAnsi="Arial"/>
          <w:b/>
          <w:sz w:val="16"/>
          <w:lang w:val="en-GB"/>
        </w:rPr>
        <w:t>Further information available from:</w:t>
      </w:r>
    </w:p>
    <w:p w:rsidR="008D366C" w:rsidRPr="00440A39" w:rsidRDefault="008D366C" w:rsidP="00171326">
      <w:pPr>
        <w:widowControl w:val="0"/>
        <w:autoSpaceDE w:val="0"/>
        <w:autoSpaceDN w:val="0"/>
        <w:adjustRightInd w:val="0"/>
        <w:spacing w:line="360" w:lineRule="auto"/>
        <w:rPr>
          <w:rFonts w:ascii="Arial" w:hAnsi="Arial" w:cs="Arial"/>
          <w:color w:val="474747"/>
          <w:sz w:val="16"/>
          <w:szCs w:val="16"/>
          <w:lang w:val="en-GB"/>
        </w:rPr>
      </w:pPr>
      <w:r w:rsidRPr="00440A39">
        <w:rPr>
          <w:rFonts w:ascii="Arial" w:hAnsi="Arial"/>
          <w:sz w:val="16"/>
          <w:lang w:val="en-GB"/>
        </w:rPr>
        <w:t>hopfer PUBLIC RELATIONS</w:t>
      </w:r>
    </w:p>
    <w:p w:rsidR="008D366C" w:rsidRPr="00440A39" w:rsidRDefault="008D366C" w:rsidP="00171326">
      <w:pPr>
        <w:widowControl w:val="0"/>
        <w:autoSpaceDE w:val="0"/>
        <w:autoSpaceDN w:val="0"/>
        <w:adjustRightInd w:val="0"/>
        <w:spacing w:line="360" w:lineRule="auto"/>
        <w:ind w:right="-1134"/>
        <w:rPr>
          <w:rFonts w:ascii="Arial" w:hAnsi="Arial" w:cs="Arial"/>
          <w:sz w:val="16"/>
          <w:szCs w:val="16"/>
          <w:lang w:val="en-GB"/>
        </w:rPr>
      </w:pPr>
      <w:r w:rsidRPr="00440A39">
        <w:rPr>
          <w:rFonts w:ascii="Arial" w:hAnsi="Arial"/>
          <w:sz w:val="16"/>
          <w:lang w:val="en-GB"/>
        </w:rPr>
        <w:t>Mona Meier, Proprietor</w:t>
      </w:r>
    </w:p>
    <w:p w:rsidR="008D366C" w:rsidRPr="00440A39" w:rsidRDefault="008D366C" w:rsidP="00171326">
      <w:pPr>
        <w:widowControl w:val="0"/>
        <w:autoSpaceDE w:val="0"/>
        <w:autoSpaceDN w:val="0"/>
        <w:adjustRightInd w:val="0"/>
        <w:spacing w:line="360" w:lineRule="auto"/>
        <w:rPr>
          <w:rFonts w:ascii="Arial" w:hAnsi="Arial" w:cs="Arial"/>
          <w:sz w:val="16"/>
          <w:szCs w:val="16"/>
          <w:lang w:val="en-GB"/>
        </w:rPr>
      </w:pPr>
      <w:r w:rsidRPr="00440A39">
        <w:rPr>
          <w:rFonts w:ascii="Arial" w:hAnsi="Arial"/>
          <w:sz w:val="16"/>
          <w:lang w:val="en-GB"/>
        </w:rPr>
        <w:t>Panoramaweg 6, 78727 Oberndorf a. N.</w:t>
      </w:r>
    </w:p>
    <w:p w:rsidR="008D366C" w:rsidRPr="00440A39" w:rsidRDefault="008D366C" w:rsidP="00171326">
      <w:pPr>
        <w:spacing w:line="360" w:lineRule="auto"/>
        <w:ind w:right="-767"/>
        <w:rPr>
          <w:rFonts w:ascii="Arial" w:hAnsi="Arial" w:cs="Arial"/>
          <w:sz w:val="16"/>
          <w:szCs w:val="16"/>
          <w:lang w:val="en-GB"/>
        </w:rPr>
      </w:pPr>
      <w:r w:rsidRPr="00440A39">
        <w:rPr>
          <w:rFonts w:ascii="Arial" w:hAnsi="Arial"/>
          <w:sz w:val="16"/>
          <w:lang w:val="en-GB"/>
        </w:rPr>
        <w:t>Tel. +49 7423 8758752 Fax: +49 7423 87171</w:t>
      </w:r>
    </w:p>
    <w:p w:rsidR="008D366C" w:rsidRPr="00440A39" w:rsidRDefault="008D366C" w:rsidP="00171326">
      <w:pPr>
        <w:spacing w:line="360" w:lineRule="auto"/>
        <w:ind w:right="-767"/>
        <w:rPr>
          <w:rFonts w:ascii="Arial" w:hAnsi="Arial" w:cs="Arial"/>
          <w:bCs/>
          <w:sz w:val="16"/>
          <w:szCs w:val="16"/>
          <w:lang w:val="en-GB"/>
        </w:rPr>
      </w:pPr>
      <w:r w:rsidRPr="00440A39">
        <w:rPr>
          <w:rFonts w:ascii="Arial" w:hAnsi="Arial"/>
          <w:sz w:val="16"/>
          <w:lang w:val="en-GB"/>
        </w:rPr>
        <w:t>mona.meier@hopfer-pr.de</w:t>
      </w:r>
    </w:p>
    <w:p w:rsidR="008D366C" w:rsidRPr="00440A39" w:rsidRDefault="008D366C" w:rsidP="00171326">
      <w:pPr>
        <w:spacing w:line="360" w:lineRule="auto"/>
        <w:ind w:right="-767"/>
        <w:rPr>
          <w:rFonts w:ascii="Arial" w:hAnsi="Arial" w:cs="Arial"/>
          <w:sz w:val="16"/>
          <w:szCs w:val="16"/>
          <w:lang w:val="en-GB"/>
        </w:rPr>
      </w:pPr>
      <w:r w:rsidRPr="00440A39">
        <w:rPr>
          <w:rFonts w:ascii="Arial" w:hAnsi="Arial"/>
          <w:sz w:val="16"/>
          <w:lang w:val="en-GB"/>
        </w:rPr>
        <w:t>hopfer-pr.de</w:t>
      </w:r>
    </w:p>
    <w:p w:rsidR="008D366C" w:rsidRPr="00440A39" w:rsidRDefault="008D366C" w:rsidP="00171326">
      <w:pPr>
        <w:spacing w:line="360" w:lineRule="auto"/>
        <w:ind w:right="-767"/>
        <w:rPr>
          <w:rFonts w:ascii="Arial" w:hAnsi="Arial" w:cs="Arial"/>
          <w:sz w:val="16"/>
          <w:szCs w:val="16"/>
          <w:lang w:val="en-GB"/>
        </w:rPr>
      </w:pPr>
    </w:p>
    <w:p w:rsidR="008D366C" w:rsidRPr="00440A39" w:rsidRDefault="008D366C" w:rsidP="00171326">
      <w:pPr>
        <w:spacing w:line="360" w:lineRule="auto"/>
        <w:ind w:right="-767"/>
        <w:rPr>
          <w:rFonts w:ascii="Arial" w:hAnsi="Arial" w:cs="Arial"/>
          <w:sz w:val="16"/>
          <w:szCs w:val="16"/>
          <w:lang w:val="en-GB"/>
        </w:rPr>
      </w:pPr>
      <w:r w:rsidRPr="00440A39">
        <w:rPr>
          <w:rFonts w:ascii="Arial" w:hAnsi="Arial"/>
          <w:color w:val="474747"/>
          <w:sz w:val="16"/>
          <w:lang w:val="en-GB"/>
        </w:rPr>
        <w:t>ALBERTO GmbH &amp; Co. KG</w:t>
      </w:r>
    </w:p>
    <w:p w:rsidR="008D366C" w:rsidRPr="00440A39" w:rsidRDefault="008D366C" w:rsidP="00171326">
      <w:pPr>
        <w:spacing w:line="360" w:lineRule="auto"/>
        <w:ind w:right="-767"/>
        <w:rPr>
          <w:rFonts w:ascii="Arial" w:hAnsi="Arial" w:cs="Arial"/>
          <w:sz w:val="16"/>
          <w:szCs w:val="16"/>
          <w:lang w:val="en-GB"/>
        </w:rPr>
      </w:pPr>
      <w:r w:rsidRPr="00440A39">
        <w:rPr>
          <w:rFonts w:ascii="Arial" w:hAnsi="Arial"/>
          <w:sz w:val="16"/>
          <w:lang w:val="en-GB"/>
        </w:rPr>
        <w:t xml:space="preserve">Marco Lanowy, Partner and Managing Director </w:t>
      </w:r>
    </w:p>
    <w:p w:rsidR="008D366C" w:rsidRPr="00284510" w:rsidRDefault="008D366C" w:rsidP="00171326">
      <w:pPr>
        <w:spacing w:line="360" w:lineRule="auto"/>
        <w:ind w:right="-767"/>
        <w:rPr>
          <w:rFonts w:ascii="Arial" w:hAnsi="Arial" w:cs="Arial"/>
          <w:bCs/>
          <w:sz w:val="16"/>
          <w:szCs w:val="16"/>
          <w:lang w:val="de-DE"/>
        </w:rPr>
      </w:pPr>
      <w:r w:rsidRPr="00284510">
        <w:rPr>
          <w:rFonts w:ascii="Arial" w:hAnsi="Arial"/>
          <w:color w:val="474747"/>
          <w:sz w:val="16"/>
          <w:lang w:val="de-DE"/>
        </w:rPr>
        <w:t>Rheydter Strasse 19-31, 41065 Mönchengladbach</w:t>
      </w:r>
    </w:p>
    <w:p w:rsidR="008D366C" w:rsidRPr="00284510" w:rsidRDefault="008D366C" w:rsidP="00171326">
      <w:pPr>
        <w:spacing w:line="360" w:lineRule="auto"/>
        <w:ind w:right="-767"/>
        <w:rPr>
          <w:rFonts w:ascii="Arial" w:hAnsi="Arial" w:cs="Arial"/>
          <w:bCs/>
          <w:sz w:val="16"/>
          <w:szCs w:val="16"/>
          <w:lang w:val="de-DE"/>
        </w:rPr>
      </w:pPr>
      <w:r w:rsidRPr="00284510">
        <w:rPr>
          <w:rFonts w:ascii="Arial" w:hAnsi="Arial"/>
          <w:sz w:val="16"/>
          <w:lang w:val="de-DE"/>
        </w:rPr>
        <w:t>Tel. +49 2161 819253 Fax: +49 2161 8192953</w:t>
      </w:r>
    </w:p>
    <w:p w:rsidR="008D366C" w:rsidRPr="00440A39" w:rsidRDefault="008D366C" w:rsidP="000F6EF4">
      <w:pPr>
        <w:spacing w:line="360" w:lineRule="auto"/>
        <w:ind w:right="-767"/>
        <w:rPr>
          <w:rFonts w:ascii="Arial" w:hAnsi="Arial" w:cs="Arial"/>
          <w:bCs/>
          <w:sz w:val="16"/>
          <w:szCs w:val="16"/>
          <w:lang w:val="en-GB"/>
        </w:rPr>
      </w:pPr>
      <w:r w:rsidRPr="00440A39">
        <w:rPr>
          <w:rFonts w:ascii="Arial" w:hAnsi="Arial"/>
          <w:sz w:val="16"/>
          <w:lang w:val="en-GB"/>
        </w:rPr>
        <w:t xml:space="preserve">lanowy@alberto-pants.com </w:t>
      </w:r>
    </w:p>
    <w:p w:rsidR="008D366C" w:rsidRPr="00440A39" w:rsidRDefault="008D366C" w:rsidP="00171326">
      <w:pPr>
        <w:spacing w:line="360" w:lineRule="auto"/>
        <w:ind w:right="-767"/>
        <w:rPr>
          <w:rFonts w:ascii="Arial" w:hAnsi="Arial" w:cs="Arial"/>
          <w:sz w:val="16"/>
          <w:szCs w:val="16"/>
          <w:lang w:val="en-GB"/>
        </w:rPr>
      </w:pPr>
      <w:r w:rsidRPr="00440A39">
        <w:rPr>
          <w:rFonts w:ascii="Arial" w:hAnsi="Arial"/>
          <w:sz w:val="16"/>
          <w:lang w:val="en-GB"/>
        </w:rPr>
        <w:t xml:space="preserve">alberto-pants.com </w:t>
      </w:r>
    </w:p>
    <w:p w:rsidR="008D366C" w:rsidRPr="00440A39" w:rsidRDefault="008D366C" w:rsidP="00171326">
      <w:pPr>
        <w:spacing w:line="360" w:lineRule="auto"/>
        <w:rPr>
          <w:rFonts w:ascii="Arial" w:hAnsi="Arial" w:cs="Arial"/>
          <w:sz w:val="16"/>
          <w:szCs w:val="16"/>
          <w:lang w:val="en-GB"/>
        </w:rPr>
      </w:pPr>
    </w:p>
    <w:sectPr w:rsidR="008D366C" w:rsidRPr="00440A39" w:rsidSect="00721DF9">
      <w:headerReference w:type="default" r:id="rId7"/>
      <w:headerReference w:type="first" r:id="rId8"/>
      <w:pgSz w:w="11906" w:h="16838"/>
      <w:pgMar w:top="1417" w:right="1417" w:bottom="1134" w:left="1417" w:header="0"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66C" w:rsidRDefault="008D366C" w:rsidP="00721DF9">
      <w:r>
        <w:separator/>
      </w:r>
    </w:p>
  </w:endnote>
  <w:endnote w:type="continuationSeparator" w:id="0">
    <w:p w:rsidR="008D366C" w:rsidRDefault="008D366C" w:rsidP="00721D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nsolas">
    <w:panose1 w:val="020B0609020204030204"/>
    <w:charset w:val="00"/>
    <w:family w:val="modern"/>
    <w:pitch w:val="fixed"/>
    <w:sig w:usb0="E10002FF" w:usb1="4000FCFF" w:usb2="00000009" w:usb3="00000000" w:csb0="0000019F" w:csb1="00000000"/>
  </w:font>
  <w:font w:name="Lucida Grande">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66C" w:rsidRDefault="008D366C" w:rsidP="00721DF9">
      <w:r>
        <w:separator/>
      </w:r>
    </w:p>
  </w:footnote>
  <w:footnote w:type="continuationSeparator" w:id="0">
    <w:p w:rsidR="008D366C" w:rsidRDefault="008D366C" w:rsidP="00721D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66C" w:rsidRDefault="008D366C" w:rsidP="00721DF9">
    <w:pPr>
      <w:pStyle w:val="Header"/>
      <w:ind w:left="-141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66C" w:rsidRDefault="008D366C" w:rsidP="00721DF9">
    <w:pPr>
      <w:pStyle w:val="Header"/>
      <w:ind w:left="-141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A35CD"/>
    <w:multiLevelType w:val="multilevel"/>
    <w:tmpl w:val="515C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147D"/>
    <w:rsid w:val="00000687"/>
    <w:rsid w:val="000016BB"/>
    <w:rsid w:val="00001F21"/>
    <w:rsid w:val="0000751F"/>
    <w:rsid w:val="0001128B"/>
    <w:rsid w:val="00012C56"/>
    <w:rsid w:val="0001564C"/>
    <w:rsid w:val="00024A90"/>
    <w:rsid w:val="00030EE6"/>
    <w:rsid w:val="000316E1"/>
    <w:rsid w:val="00032DF3"/>
    <w:rsid w:val="00033812"/>
    <w:rsid w:val="00034A15"/>
    <w:rsid w:val="00040E83"/>
    <w:rsid w:val="00046CCA"/>
    <w:rsid w:val="00053823"/>
    <w:rsid w:val="00054316"/>
    <w:rsid w:val="00061B3E"/>
    <w:rsid w:val="00062846"/>
    <w:rsid w:val="0006357D"/>
    <w:rsid w:val="00064252"/>
    <w:rsid w:val="00066620"/>
    <w:rsid w:val="00067F4D"/>
    <w:rsid w:val="000723F6"/>
    <w:rsid w:val="0007567C"/>
    <w:rsid w:val="00075CCD"/>
    <w:rsid w:val="00076E2E"/>
    <w:rsid w:val="00077F6C"/>
    <w:rsid w:val="000838E2"/>
    <w:rsid w:val="00084F7F"/>
    <w:rsid w:val="00085109"/>
    <w:rsid w:val="00087A5D"/>
    <w:rsid w:val="00090413"/>
    <w:rsid w:val="000A3D94"/>
    <w:rsid w:val="000A3EC7"/>
    <w:rsid w:val="000A49CA"/>
    <w:rsid w:val="000A6D2F"/>
    <w:rsid w:val="000A7943"/>
    <w:rsid w:val="000B02DD"/>
    <w:rsid w:val="000B3CFD"/>
    <w:rsid w:val="000B53B1"/>
    <w:rsid w:val="000C00E2"/>
    <w:rsid w:val="000C62E0"/>
    <w:rsid w:val="000D74DA"/>
    <w:rsid w:val="000E1837"/>
    <w:rsid w:val="000F22EA"/>
    <w:rsid w:val="000F3972"/>
    <w:rsid w:val="000F47C5"/>
    <w:rsid w:val="000F6EF4"/>
    <w:rsid w:val="0010595D"/>
    <w:rsid w:val="00105D7F"/>
    <w:rsid w:val="0010788B"/>
    <w:rsid w:val="00107D86"/>
    <w:rsid w:val="00107DDB"/>
    <w:rsid w:val="00110F3B"/>
    <w:rsid w:val="00114649"/>
    <w:rsid w:val="00116D5C"/>
    <w:rsid w:val="00117AEA"/>
    <w:rsid w:val="001236D8"/>
    <w:rsid w:val="00124165"/>
    <w:rsid w:val="00130C49"/>
    <w:rsid w:val="00144CA2"/>
    <w:rsid w:val="00151B5D"/>
    <w:rsid w:val="001568DE"/>
    <w:rsid w:val="0015716C"/>
    <w:rsid w:val="00157FB6"/>
    <w:rsid w:val="00164763"/>
    <w:rsid w:val="00171326"/>
    <w:rsid w:val="00176797"/>
    <w:rsid w:val="00177755"/>
    <w:rsid w:val="00184A91"/>
    <w:rsid w:val="00194040"/>
    <w:rsid w:val="001A0FBA"/>
    <w:rsid w:val="001A12E3"/>
    <w:rsid w:val="001A52CD"/>
    <w:rsid w:val="001B17E5"/>
    <w:rsid w:val="001B21BF"/>
    <w:rsid w:val="001B69C1"/>
    <w:rsid w:val="001E1426"/>
    <w:rsid w:val="001E207E"/>
    <w:rsid w:val="001F0C9D"/>
    <w:rsid w:val="001F1862"/>
    <w:rsid w:val="001F3875"/>
    <w:rsid w:val="001F7C27"/>
    <w:rsid w:val="001F7FC0"/>
    <w:rsid w:val="002028DA"/>
    <w:rsid w:val="00222DAD"/>
    <w:rsid w:val="00224CA9"/>
    <w:rsid w:val="0023262E"/>
    <w:rsid w:val="002338EF"/>
    <w:rsid w:val="00241351"/>
    <w:rsid w:val="00243F98"/>
    <w:rsid w:val="002553FA"/>
    <w:rsid w:val="002557BF"/>
    <w:rsid w:val="00261A5E"/>
    <w:rsid w:val="00263159"/>
    <w:rsid w:val="00266902"/>
    <w:rsid w:val="00281D4E"/>
    <w:rsid w:val="00281EAD"/>
    <w:rsid w:val="00282A98"/>
    <w:rsid w:val="00282BB4"/>
    <w:rsid w:val="00284510"/>
    <w:rsid w:val="00284BE1"/>
    <w:rsid w:val="00292036"/>
    <w:rsid w:val="00295162"/>
    <w:rsid w:val="00297206"/>
    <w:rsid w:val="002B1279"/>
    <w:rsid w:val="002B7453"/>
    <w:rsid w:val="002C34DA"/>
    <w:rsid w:val="002C44E7"/>
    <w:rsid w:val="002D1326"/>
    <w:rsid w:val="002D133E"/>
    <w:rsid w:val="002D2D52"/>
    <w:rsid w:val="002D4F62"/>
    <w:rsid w:val="002D6B02"/>
    <w:rsid w:val="002D6D22"/>
    <w:rsid w:val="002D7C6F"/>
    <w:rsid w:val="002E4BCB"/>
    <w:rsid w:val="002E4D51"/>
    <w:rsid w:val="002F2A30"/>
    <w:rsid w:val="002F360B"/>
    <w:rsid w:val="002F6E35"/>
    <w:rsid w:val="003007A5"/>
    <w:rsid w:val="00302532"/>
    <w:rsid w:val="00304F84"/>
    <w:rsid w:val="00311659"/>
    <w:rsid w:val="0031221C"/>
    <w:rsid w:val="00316174"/>
    <w:rsid w:val="0032048E"/>
    <w:rsid w:val="003210DB"/>
    <w:rsid w:val="00322C7D"/>
    <w:rsid w:val="00325ED2"/>
    <w:rsid w:val="003268DA"/>
    <w:rsid w:val="00327152"/>
    <w:rsid w:val="003317AE"/>
    <w:rsid w:val="00336575"/>
    <w:rsid w:val="00337A22"/>
    <w:rsid w:val="00341C97"/>
    <w:rsid w:val="00346571"/>
    <w:rsid w:val="00347DA1"/>
    <w:rsid w:val="00353E09"/>
    <w:rsid w:val="00356BCA"/>
    <w:rsid w:val="00357C3D"/>
    <w:rsid w:val="00360386"/>
    <w:rsid w:val="00360E89"/>
    <w:rsid w:val="003647D8"/>
    <w:rsid w:val="00373108"/>
    <w:rsid w:val="00386EA5"/>
    <w:rsid w:val="00386F4E"/>
    <w:rsid w:val="003906BC"/>
    <w:rsid w:val="00391834"/>
    <w:rsid w:val="00393E45"/>
    <w:rsid w:val="003A1F5A"/>
    <w:rsid w:val="003A45DD"/>
    <w:rsid w:val="003A4627"/>
    <w:rsid w:val="003A5ACB"/>
    <w:rsid w:val="003A6774"/>
    <w:rsid w:val="003B0392"/>
    <w:rsid w:val="003D3EE7"/>
    <w:rsid w:val="003D75E0"/>
    <w:rsid w:val="003D7737"/>
    <w:rsid w:val="003E6959"/>
    <w:rsid w:val="003F041A"/>
    <w:rsid w:val="003F0BA0"/>
    <w:rsid w:val="003F66C9"/>
    <w:rsid w:val="003F7AA8"/>
    <w:rsid w:val="003F7D10"/>
    <w:rsid w:val="0040057C"/>
    <w:rsid w:val="00404683"/>
    <w:rsid w:val="004050D0"/>
    <w:rsid w:val="004062C4"/>
    <w:rsid w:val="00413F6C"/>
    <w:rsid w:val="00415070"/>
    <w:rsid w:val="004245C0"/>
    <w:rsid w:val="00424FEE"/>
    <w:rsid w:val="00426B04"/>
    <w:rsid w:val="004334B0"/>
    <w:rsid w:val="0044029D"/>
    <w:rsid w:val="00440A39"/>
    <w:rsid w:val="004455B3"/>
    <w:rsid w:val="00451008"/>
    <w:rsid w:val="00451F6E"/>
    <w:rsid w:val="0045276A"/>
    <w:rsid w:val="00453E8C"/>
    <w:rsid w:val="00466F85"/>
    <w:rsid w:val="00467755"/>
    <w:rsid w:val="0046777A"/>
    <w:rsid w:val="004710B0"/>
    <w:rsid w:val="004712D2"/>
    <w:rsid w:val="00471ADB"/>
    <w:rsid w:val="00481D0F"/>
    <w:rsid w:val="00493E91"/>
    <w:rsid w:val="0049549F"/>
    <w:rsid w:val="004972D6"/>
    <w:rsid w:val="004A1562"/>
    <w:rsid w:val="004A4DE2"/>
    <w:rsid w:val="004B0EBE"/>
    <w:rsid w:val="004C2076"/>
    <w:rsid w:val="004C75F0"/>
    <w:rsid w:val="004D6B7D"/>
    <w:rsid w:val="004E091B"/>
    <w:rsid w:val="004E09B6"/>
    <w:rsid w:val="004E668A"/>
    <w:rsid w:val="004E6E42"/>
    <w:rsid w:val="00502AE7"/>
    <w:rsid w:val="00505D7D"/>
    <w:rsid w:val="00522590"/>
    <w:rsid w:val="00522829"/>
    <w:rsid w:val="00522976"/>
    <w:rsid w:val="00525432"/>
    <w:rsid w:val="00531F47"/>
    <w:rsid w:val="00532606"/>
    <w:rsid w:val="00534FDE"/>
    <w:rsid w:val="00541921"/>
    <w:rsid w:val="00562D49"/>
    <w:rsid w:val="00565B53"/>
    <w:rsid w:val="00566631"/>
    <w:rsid w:val="0057053D"/>
    <w:rsid w:val="005718AC"/>
    <w:rsid w:val="0057515D"/>
    <w:rsid w:val="00584053"/>
    <w:rsid w:val="00586EAA"/>
    <w:rsid w:val="00595CCD"/>
    <w:rsid w:val="0059652F"/>
    <w:rsid w:val="00596EB3"/>
    <w:rsid w:val="00597229"/>
    <w:rsid w:val="005A01D0"/>
    <w:rsid w:val="005A0A21"/>
    <w:rsid w:val="005A57C7"/>
    <w:rsid w:val="005B3AFC"/>
    <w:rsid w:val="005C27F3"/>
    <w:rsid w:val="005C36C4"/>
    <w:rsid w:val="005D0415"/>
    <w:rsid w:val="005D3539"/>
    <w:rsid w:val="005D3BBD"/>
    <w:rsid w:val="005E1AE5"/>
    <w:rsid w:val="005E3F08"/>
    <w:rsid w:val="005E3FF0"/>
    <w:rsid w:val="005F2051"/>
    <w:rsid w:val="005F2F7F"/>
    <w:rsid w:val="005F61D8"/>
    <w:rsid w:val="0061015C"/>
    <w:rsid w:val="00611E91"/>
    <w:rsid w:val="00614499"/>
    <w:rsid w:val="006154D1"/>
    <w:rsid w:val="006154D9"/>
    <w:rsid w:val="0061753F"/>
    <w:rsid w:val="00622C01"/>
    <w:rsid w:val="00623F9E"/>
    <w:rsid w:val="006302D2"/>
    <w:rsid w:val="00630C30"/>
    <w:rsid w:val="00635E0F"/>
    <w:rsid w:val="0065147D"/>
    <w:rsid w:val="00653435"/>
    <w:rsid w:val="00656B1E"/>
    <w:rsid w:val="006613F7"/>
    <w:rsid w:val="0067272E"/>
    <w:rsid w:val="0067663B"/>
    <w:rsid w:val="00682406"/>
    <w:rsid w:val="00684892"/>
    <w:rsid w:val="00687F36"/>
    <w:rsid w:val="00691D02"/>
    <w:rsid w:val="00696BA0"/>
    <w:rsid w:val="006A0EB9"/>
    <w:rsid w:val="006A2483"/>
    <w:rsid w:val="006A5FDA"/>
    <w:rsid w:val="006B4041"/>
    <w:rsid w:val="006B5A90"/>
    <w:rsid w:val="006C5C49"/>
    <w:rsid w:val="006D0B7C"/>
    <w:rsid w:val="006D4B3E"/>
    <w:rsid w:val="006D6085"/>
    <w:rsid w:val="006D70DC"/>
    <w:rsid w:val="006F3102"/>
    <w:rsid w:val="006F4EAB"/>
    <w:rsid w:val="006F6821"/>
    <w:rsid w:val="007036F7"/>
    <w:rsid w:val="007064FE"/>
    <w:rsid w:val="00712C3A"/>
    <w:rsid w:val="00715909"/>
    <w:rsid w:val="00720883"/>
    <w:rsid w:val="00721DF9"/>
    <w:rsid w:val="007240CE"/>
    <w:rsid w:val="00724809"/>
    <w:rsid w:val="0072533E"/>
    <w:rsid w:val="00726B29"/>
    <w:rsid w:val="007278A7"/>
    <w:rsid w:val="0073223B"/>
    <w:rsid w:val="0073661C"/>
    <w:rsid w:val="00741E84"/>
    <w:rsid w:val="0075304F"/>
    <w:rsid w:val="00756BBE"/>
    <w:rsid w:val="00762E97"/>
    <w:rsid w:val="00763528"/>
    <w:rsid w:val="00783402"/>
    <w:rsid w:val="00793905"/>
    <w:rsid w:val="00794F20"/>
    <w:rsid w:val="007A6224"/>
    <w:rsid w:val="007B0761"/>
    <w:rsid w:val="007B78A8"/>
    <w:rsid w:val="007C6A06"/>
    <w:rsid w:val="007D0755"/>
    <w:rsid w:val="007D1DDE"/>
    <w:rsid w:val="007D3CD7"/>
    <w:rsid w:val="007D44E1"/>
    <w:rsid w:val="007D5176"/>
    <w:rsid w:val="007D545A"/>
    <w:rsid w:val="007E4BBE"/>
    <w:rsid w:val="007E6638"/>
    <w:rsid w:val="007F5061"/>
    <w:rsid w:val="00801414"/>
    <w:rsid w:val="0080237D"/>
    <w:rsid w:val="00803145"/>
    <w:rsid w:val="00811CBC"/>
    <w:rsid w:val="00812657"/>
    <w:rsid w:val="00814994"/>
    <w:rsid w:val="00817212"/>
    <w:rsid w:val="00832656"/>
    <w:rsid w:val="008367CF"/>
    <w:rsid w:val="00843EDC"/>
    <w:rsid w:val="00844CF4"/>
    <w:rsid w:val="00846D5C"/>
    <w:rsid w:val="00853D09"/>
    <w:rsid w:val="00855DA5"/>
    <w:rsid w:val="00863953"/>
    <w:rsid w:val="008674FE"/>
    <w:rsid w:val="00870409"/>
    <w:rsid w:val="0087354E"/>
    <w:rsid w:val="00876B29"/>
    <w:rsid w:val="00880DE9"/>
    <w:rsid w:val="0089016B"/>
    <w:rsid w:val="00891A32"/>
    <w:rsid w:val="00893980"/>
    <w:rsid w:val="008A54D0"/>
    <w:rsid w:val="008B77CB"/>
    <w:rsid w:val="008C4522"/>
    <w:rsid w:val="008C5350"/>
    <w:rsid w:val="008D02CB"/>
    <w:rsid w:val="008D0520"/>
    <w:rsid w:val="008D366C"/>
    <w:rsid w:val="008D5073"/>
    <w:rsid w:val="008E2CBB"/>
    <w:rsid w:val="008E5C69"/>
    <w:rsid w:val="008F12D2"/>
    <w:rsid w:val="00900544"/>
    <w:rsid w:val="00900767"/>
    <w:rsid w:val="00901C12"/>
    <w:rsid w:val="00901F5D"/>
    <w:rsid w:val="009122F1"/>
    <w:rsid w:val="0091453A"/>
    <w:rsid w:val="00917786"/>
    <w:rsid w:val="00917B64"/>
    <w:rsid w:val="00917C46"/>
    <w:rsid w:val="009216F2"/>
    <w:rsid w:val="00926DD9"/>
    <w:rsid w:val="00933C48"/>
    <w:rsid w:val="00934242"/>
    <w:rsid w:val="00935B2E"/>
    <w:rsid w:val="00941C27"/>
    <w:rsid w:val="00943C3E"/>
    <w:rsid w:val="00945DEC"/>
    <w:rsid w:val="00946DA1"/>
    <w:rsid w:val="00955729"/>
    <w:rsid w:val="00967A1B"/>
    <w:rsid w:val="00977000"/>
    <w:rsid w:val="00980446"/>
    <w:rsid w:val="00981C5B"/>
    <w:rsid w:val="009855CD"/>
    <w:rsid w:val="00985938"/>
    <w:rsid w:val="00987898"/>
    <w:rsid w:val="009A0E3F"/>
    <w:rsid w:val="009A1EFC"/>
    <w:rsid w:val="009A6000"/>
    <w:rsid w:val="009A75EE"/>
    <w:rsid w:val="009D2CCC"/>
    <w:rsid w:val="009D38A9"/>
    <w:rsid w:val="009D5E2F"/>
    <w:rsid w:val="009F739D"/>
    <w:rsid w:val="00A010E7"/>
    <w:rsid w:val="00A05A6E"/>
    <w:rsid w:val="00A068BE"/>
    <w:rsid w:val="00A113B1"/>
    <w:rsid w:val="00A1399D"/>
    <w:rsid w:val="00A16130"/>
    <w:rsid w:val="00A16D31"/>
    <w:rsid w:val="00A25D0D"/>
    <w:rsid w:val="00A265C9"/>
    <w:rsid w:val="00A34239"/>
    <w:rsid w:val="00A4665A"/>
    <w:rsid w:val="00A52E7D"/>
    <w:rsid w:val="00A545E0"/>
    <w:rsid w:val="00A57673"/>
    <w:rsid w:val="00A60C05"/>
    <w:rsid w:val="00A6464A"/>
    <w:rsid w:val="00A6491D"/>
    <w:rsid w:val="00A7350D"/>
    <w:rsid w:val="00A74232"/>
    <w:rsid w:val="00A8173D"/>
    <w:rsid w:val="00A92610"/>
    <w:rsid w:val="00A94FDE"/>
    <w:rsid w:val="00A9701A"/>
    <w:rsid w:val="00A97CD9"/>
    <w:rsid w:val="00AA0154"/>
    <w:rsid w:val="00AA7DB1"/>
    <w:rsid w:val="00AB1319"/>
    <w:rsid w:val="00AB69A3"/>
    <w:rsid w:val="00AC7D9D"/>
    <w:rsid w:val="00AD4774"/>
    <w:rsid w:val="00AD54ED"/>
    <w:rsid w:val="00AE39FA"/>
    <w:rsid w:val="00AE5A66"/>
    <w:rsid w:val="00AE6F95"/>
    <w:rsid w:val="00AE76FF"/>
    <w:rsid w:val="00AF0206"/>
    <w:rsid w:val="00AF404A"/>
    <w:rsid w:val="00AF43BD"/>
    <w:rsid w:val="00AF58F0"/>
    <w:rsid w:val="00AF72D1"/>
    <w:rsid w:val="00B02987"/>
    <w:rsid w:val="00B04916"/>
    <w:rsid w:val="00B05D75"/>
    <w:rsid w:val="00B10947"/>
    <w:rsid w:val="00B126AF"/>
    <w:rsid w:val="00B152C0"/>
    <w:rsid w:val="00B20037"/>
    <w:rsid w:val="00B2186A"/>
    <w:rsid w:val="00B248F3"/>
    <w:rsid w:val="00B267DA"/>
    <w:rsid w:val="00B3128E"/>
    <w:rsid w:val="00B40332"/>
    <w:rsid w:val="00B43274"/>
    <w:rsid w:val="00B442BE"/>
    <w:rsid w:val="00B512F2"/>
    <w:rsid w:val="00B52782"/>
    <w:rsid w:val="00B56C83"/>
    <w:rsid w:val="00B613EE"/>
    <w:rsid w:val="00B656AC"/>
    <w:rsid w:val="00B738C8"/>
    <w:rsid w:val="00B77545"/>
    <w:rsid w:val="00B81F1E"/>
    <w:rsid w:val="00B86D1D"/>
    <w:rsid w:val="00B87B43"/>
    <w:rsid w:val="00B95542"/>
    <w:rsid w:val="00B95870"/>
    <w:rsid w:val="00BA08F0"/>
    <w:rsid w:val="00BA7B91"/>
    <w:rsid w:val="00BC1703"/>
    <w:rsid w:val="00BD0C9D"/>
    <w:rsid w:val="00BD250A"/>
    <w:rsid w:val="00BD27C2"/>
    <w:rsid w:val="00BD4516"/>
    <w:rsid w:val="00BE35BE"/>
    <w:rsid w:val="00BE7284"/>
    <w:rsid w:val="00BE7728"/>
    <w:rsid w:val="00BF2944"/>
    <w:rsid w:val="00BF44C7"/>
    <w:rsid w:val="00C16FAD"/>
    <w:rsid w:val="00C17DB8"/>
    <w:rsid w:val="00C20EFC"/>
    <w:rsid w:val="00C248FC"/>
    <w:rsid w:val="00C2598A"/>
    <w:rsid w:val="00C444CA"/>
    <w:rsid w:val="00C46EB1"/>
    <w:rsid w:val="00C50251"/>
    <w:rsid w:val="00C515A7"/>
    <w:rsid w:val="00C51EDB"/>
    <w:rsid w:val="00C61352"/>
    <w:rsid w:val="00C67218"/>
    <w:rsid w:val="00C747BB"/>
    <w:rsid w:val="00C801BE"/>
    <w:rsid w:val="00C82DD4"/>
    <w:rsid w:val="00C85897"/>
    <w:rsid w:val="00C87442"/>
    <w:rsid w:val="00C95FC9"/>
    <w:rsid w:val="00CA1C05"/>
    <w:rsid w:val="00CA2E3B"/>
    <w:rsid w:val="00CA633D"/>
    <w:rsid w:val="00CA7D83"/>
    <w:rsid w:val="00CB332E"/>
    <w:rsid w:val="00CC39A6"/>
    <w:rsid w:val="00CD08F1"/>
    <w:rsid w:val="00CD1486"/>
    <w:rsid w:val="00CD6A02"/>
    <w:rsid w:val="00CE0B72"/>
    <w:rsid w:val="00CE2E6D"/>
    <w:rsid w:val="00CE4657"/>
    <w:rsid w:val="00D02ED5"/>
    <w:rsid w:val="00D03A7F"/>
    <w:rsid w:val="00D06A0F"/>
    <w:rsid w:val="00D075CB"/>
    <w:rsid w:val="00D102C8"/>
    <w:rsid w:val="00D11499"/>
    <w:rsid w:val="00D11905"/>
    <w:rsid w:val="00D126C1"/>
    <w:rsid w:val="00D14B2A"/>
    <w:rsid w:val="00D15245"/>
    <w:rsid w:val="00D20574"/>
    <w:rsid w:val="00D25954"/>
    <w:rsid w:val="00D32248"/>
    <w:rsid w:val="00D47499"/>
    <w:rsid w:val="00D5136B"/>
    <w:rsid w:val="00D60E87"/>
    <w:rsid w:val="00D61DB4"/>
    <w:rsid w:val="00D6505C"/>
    <w:rsid w:val="00D66EC6"/>
    <w:rsid w:val="00D67960"/>
    <w:rsid w:val="00D743F5"/>
    <w:rsid w:val="00D80B81"/>
    <w:rsid w:val="00D8379A"/>
    <w:rsid w:val="00D84A92"/>
    <w:rsid w:val="00D908F8"/>
    <w:rsid w:val="00D93328"/>
    <w:rsid w:val="00D93924"/>
    <w:rsid w:val="00D95DEE"/>
    <w:rsid w:val="00D95F25"/>
    <w:rsid w:val="00D96775"/>
    <w:rsid w:val="00DA320F"/>
    <w:rsid w:val="00DA53FD"/>
    <w:rsid w:val="00DB0CD4"/>
    <w:rsid w:val="00DB165F"/>
    <w:rsid w:val="00DB16D1"/>
    <w:rsid w:val="00DB3328"/>
    <w:rsid w:val="00DB62F8"/>
    <w:rsid w:val="00DC0A86"/>
    <w:rsid w:val="00DD2102"/>
    <w:rsid w:val="00DD54DB"/>
    <w:rsid w:val="00DE0ED2"/>
    <w:rsid w:val="00E03A42"/>
    <w:rsid w:val="00E0584F"/>
    <w:rsid w:val="00E21EF7"/>
    <w:rsid w:val="00E249D3"/>
    <w:rsid w:val="00E24DF2"/>
    <w:rsid w:val="00E34C42"/>
    <w:rsid w:val="00E40723"/>
    <w:rsid w:val="00E50678"/>
    <w:rsid w:val="00E527C6"/>
    <w:rsid w:val="00E528DD"/>
    <w:rsid w:val="00E562A4"/>
    <w:rsid w:val="00E60AE8"/>
    <w:rsid w:val="00E643E5"/>
    <w:rsid w:val="00E66501"/>
    <w:rsid w:val="00E71005"/>
    <w:rsid w:val="00E76A9E"/>
    <w:rsid w:val="00E94B32"/>
    <w:rsid w:val="00EA068B"/>
    <w:rsid w:val="00EA1B0E"/>
    <w:rsid w:val="00EA2A2E"/>
    <w:rsid w:val="00EA3966"/>
    <w:rsid w:val="00EB0627"/>
    <w:rsid w:val="00EB2A82"/>
    <w:rsid w:val="00EB3E1A"/>
    <w:rsid w:val="00EB4A58"/>
    <w:rsid w:val="00EB4DFA"/>
    <w:rsid w:val="00EC28C2"/>
    <w:rsid w:val="00EC5C68"/>
    <w:rsid w:val="00ED1102"/>
    <w:rsid w:val="00ED1581"/>
    <w:rsid w:val="00ED2F5C"/>
    <w:rsid w:val="00ED45FF"/>
    <w:rsid w:val="00ED6414"/>
    <w:rsid w:val="00ED668E"/>
    <w:rsid w:val="00EE260F"/>
    <w:rsid w:val="00EE4822"/>
    <w:rsid w:val="00EF0DA0"/>
    <w:rsid w:val="00EF1AAA"/>
    <w:rsid w:val="00EF782C"/>
    <w:rsid w:val="00EF7C55"/>
    <w:rsid w:val="00F03AB6"/>
    <w:rsid w:val="00F0696B"/>
    <w:rsid w:val="00F07D0C"/>
    <w:rsid w:val="00F10667"/>
    <w:rsid w:val="00F21852"/>
    <w:rsid w:val="00F22AD9"/>
    <w:rsid w:val="00F26637"/>
    <w:rsid w:val="00F31BF3"/>
    <w:rsid w:val="00F4345C"/>
    <w:rsid w:val="00F458B2"/>
    <w:rsid w:val="00F46E5E"/>
    <w:rsid w:val="00F46F87"/>
    <w:rsid w:val="00F50B1A"/>
    <w:rsid w:val="00F55372"/>
    <w:rsid w:val="00F63796"/>
    <w:rsid w:val="00F6451C"/>
    <w:rsid w:val="00F66D89"/>
    <w:rsid w:val="00F70152"/>
    <w:rsid w:val="00F70362"/>
    <w:rsid w:val="00F708ED"/>
    <w:rsid w:val="00F7094C"/>
    <w:rsid w:val="00F70B51"/>
    <w:rsid w:val="00F70CAB"/>
    <w:rsid w:val="00F80155"/>
    <w:rsid w:val="00F80E11"/>
    <w:rsid w:val="00F81132"/>
    <w:rsid w:val="00F829B1"/>
    <w:rsid w:val="00F929F8"/>
    <w:rsid w:val="00F95279"/>
    <w:rsid w:val="00FA2398"/>
    <w:rsid w:val="00FA242C"/>
    <w:rsid w:val="00FA6900"/>
    <w:rsid w:val="00FB598D"/>
    <w:rsid w:val="00FC40B2"/>
    <w:rsid w:val="00FC53EE"/>
    <w:rsid w:val="00FC541A"/>
    <w:rsid w:val="00FD173E"/>
    <w:rsid w:val="00FD2360"/>
    <w:rsid w:val="00FD2FFE"/>
    <w:rsid w:val="00FD4695"/>
    <w:rsid w:val="00FE2E77"/>
    <w:rsid w:val="00FE3801"/>
    <w:rsid w:val="00FE3EE7"/>
    <w:rsid w:val="00FE6B7A"/>
    <w:rsid w:val="00FE7E63"/>
    <w:rsid w:val="00FF4E83"/>
    <w:rsid w:val="00FF6AE1"/>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2" w:locked="1" w:semiHidden="0" w:uiPriority="0" w:unhideWhenUsed="0"/>
    <w:lsdException w:name="index 3" w:locked="1" w:semiHidden="0" w:uiPriority="0" w:unhideWhenUsed="0"/>
    <w:lsdException w:name="index 4" w:locked="1" w:semiHidden="0" w:uiPriority="0" w:unhideWhenUsed="0"/>
    <w:lsdException w:name="index 5" w:locked="1" w:semiHidden="0" w:uiPriority="0" w:unhideWhenUsed="0"/>
    <w:lsdException w:name="index 6" w:locked="1"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List Number 2" w:locked="1" w:semiHidden="0" w:uiPriority="0" w:unhideWhenUsed="0"/>
    <w:lsdException w:name="List Number 5"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Body Text Indent 3" w:locked="1" w:semiHidden="0" w:uiPriority="0" w:unhideWhenUsed="0"/>
    <w:lsdException w:name="Block Text" w:locked="1" w:semiHidden="0" w:uiPriority="0" w:unhideWhenUsed="0"/>
    <w:lsdException w:name="Hyperlink" w:locked="1" w:semiHidden="0" w:uiPriority="0" w:unhideWhenUsed="0"/>
    <w:lsdException w:name="Followed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47D"/>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5147D"/>
    <w:pPr>
      <w:spacing w:line="360" w:lineRule="auto"/>
    </w:pPr>
    <w:rPr>
      <w:rFonts w:ascii="Arial" w:hAnsi="Arial"/>
      <w:b/>
      <w:szCs w:val="20"/>
    </w:rPr>
  </w:style>
  <w:style w:type="character" w:customStyle="1" w:styleId="BodyTextChar">
    <w:name w:val="Body Text Char"/>
    <w:basedOn w:val="DefaultParagraphFont"/>
    <w:link w:val="BodyText"/>
    <w:uiPriority w:val="99"/>
    <w:locked/>
    <w:rsid w:val="0065147D"/>
    <w:rPr>
      <w:rFonts w:ascii="Arial" w:hAnsi="Arial"/>
      <w:b/>
      <w:sz w:val="24"/>
      <w:lang w:val="en-US" w:eastAsia="en-US"/>
    </w:rPr>
  </w:style>
  <w:style w:type="character" w:customStyle="1" w:styleId="apple-converted-space">
    <w:name w:val="apple-converted-space"/>
    <w:basedOn w:val="DefaultParagraphFont"/>
    <w:uiPriority w:val="99"/>
    <w:rsid w:val="00880DE9"/>
    <w:rPr>
      <w:rFonts w:cs="Times New Roman"/>
    </w:rPr>
  </w:style>
  <w:style w:type="character" w:styleId="Hyperlink">
    <w:name w:val="Hyperlink"/>
    <w:basedOn w:val="DefaultParagraphFont"/>
    <w:uiPriority w:val="99"/>
    <w:rsid w:val="00863953"/>
    <w:rPr>
      <w:rFonts w:cs="Times New Roman"/>
      <w:color w:val="0000FF"/>
      <w:u w:val="single"/>
    </w:rPr>
  </w:style>
  <w:style w:type="paragraph" w:styleId="PlainText">
    <w:name w:val="Plain Text"/>
    <w:basedOn w:val="Normal"/>
    <w:link w:val="PlainTextChar"/>
    <w:uiPriority w:val="99"/>
    <w:rsid w:val="001E207E"/>
    <w:rPr>
      <w:rFonts w:ascii="Consolas" w:hAnsi="Consolas"/>
      <w:sz w:val="21"/>
      <w:szCs w:val="21"/>
      <w:lang w:val="de-DE"/>
    </w:rPr>
  </w:style>
  <w:style w:type="character" w:customStyle="1" w:styleId="PlainTextChar">
    <w:name w:val="Plain Text Char"/>
    <w:basedOn w:val="DefaultParagraphFont"/>
    <w:link w:val="PlainText"/>
    <w:uiPriority w:val="99"/>
    <w:locked/>
    <w:rsid w:val="001E207E"/>
    <w:rPr>
      <w:rFonts w:ascii="Consolas" w:eastAsia="Times New Roman" w:hAnsi="Consolas"/>
      <w:sz w:val="21"/>
      <w:lang w:eastAsia="en-US"/>
    </w:rPr>
  </w:style>
  <w:style w:type="character" w:styleId="FollowedHyperlink">
    <w:name w:val="FollowedHyperlink"/>
    <w:basedOn w:val="DefaultParagraphFont"/>
    <w:uiPriority w:val="99"/>
    <w:rsid w:val="0072533E"/>
    <w:rPr>
      <w:rFonts w:cs="Times New Roman"/>
      <w:color w:val="800080"/>
      <w:u w:val="single"/>
    </w:rPr>
  </w:style>
  <w:style w:type="paragraph" w:styleId="BalloonText">
    <w:name w:val="Balloon Text"/>
    <w:basedOn w:val="Normal"/>
    <w:link w:val="BalloonTextChar"/>
    <w:uiPriority w:val="99"/>
    <w:rsid w:val="00B95870"/>
    <w:rPr>
      <w:rFonts w:ascii="Lucida Grande" w:hAnsi="Lucida Grande" w:cs="Lucida Grande"/>
      <w:sz w:val="18"/>
      <w:szCs w:val="18"/>
    </w:rPr>
  </w:style>
  <w:style w:type="character" w:customStyle="1" w:styleId="BalloonTextChar">
    <w:name w:val="Balloon Text Char"/>
    <w:basedOn w:val="DefaultParagraphFont"/>
    <w:link w:val="BalloonText"/>
    <w:uiPriority w:val="99"/>
    <w:locked/>
    <w:rsid w:val="00B95870"/>
    <w:rPr>
      <w:rFonts w:ascii="Lucida Grande" w:hAnsi="Lucida Grande" w:cs="Lucida Grande"/>
      <w:sz w:val="18"/>
      <w:szCs w:val="18"/>
    </w:rPr>
  </w:style>
  <w:style w:type="paragraph" w:styleId="Header">
    <w:name w:val="header"/>
    <w:basedOn w:val="Normal"/>
    <w:link w:val="HeaderChar"/>
    <w:uiPriority w:val="99"/>
    <w:rsid w:val="00721DF9"/>
    <w:pPr>
      <w:tabs>
        <w:tab w:val="center" w:pos="4536"/>
        <w:tab w:val="right" w:pos="9072"/>
      </w:tabs>
    </w:pPr>
  </w:style>
  <w:style w:type="character" w:customStyle="1" w:styleId="HeaderChar">
    <w:name w:val="Header Char"/>
    <w:basedOn w:val="DefaultParagraphFont"/>
    <w:link w:val="Header"/>
    <w:uiPriority w:val="99"/>
    <w:locked/>
    <w:rsid w:val="00721DF9"/>
    <w:rPr>
      <w:rFonts w:cs="Times New Roman"/>
      <w:sz w:val="24"/>
      <w:szCs w:val="24"/>
    </w:rPr>
  </w:style>
  <w:style w:type="paragraph" w:styleId="Footer">
    <w:name w:val="footer"/>
    <w:basedOn w:val="Normal"/>
    <w:link w:val="FooterChar"/>
    <w:uiPriority w:val="99"/>
    <w:rsid w:val="00721DF9"/>
    <w:pPr>
      <w:tabs>
        <w:tab w:val="center" w:pos="4536"/>
        <w:tab w:val="right" w:pos="9072"/>
      </w:tabs>
    </w:pPr>
  </w:style>
  <w:style w:type="character" w:customStyle="1" w:styleId="FooterChar">
    <w:name w:val="Footer Char"/>
    <w:basedOn w:val="DefaultParagraphFont"/>
    <w:link w:val="Footer"/>
    <w:uiPriority w:val="99"/>
    <w:locked/>
    <w:rsid w:val="00721DF9"/>
    <w:rPr>
      <w:rFonts w:cs="Times New Roman"/>
      <w:sz w:val="24"/>
      <w:szCs w:val="24"/>
    </w:rPr>
  </w:style>
  <w:style w:type="character" w:styleId="Strong">
    <w:name w:val="Strong"/>
    <w:basedOn w:val="DefaultParagraphFont"/>
    <w:uiPriority w:val="99"/>
    <w:qFormat/>
    <w:rsid w:val="004972D6"/>
    <w:rPr>
      <w:rFonts w:cs="Times New Roman"/>
      <w:b/>
      <w:bCs/>
    </w:rPr>
  </w:style>
  <w:style w:type="paragraph" w:styleId="NormalWeb">
    <w:name w:val="Normal (Web)"/>
    <w:basedOn w:val="Normal"/>
    <w:uiPriority w:val="99"/>
    <w:semiHidden/>
    <w:rsid w:val="00090413"/>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28656768">
      <w:marLeft w:val="0"/>
      <w:marRight w:val="0"/>
      <w:marTop w:val="0"/>
      <w:marBottom w:val="0"/>
      <w:divBdr>
        <w:top w:val="none" w:sz="0" w:space="0" w:color="auto"/>
        <w:left w:val="none" w:sz="0" w:space="0" w:color="auto"/>
        <w:bottom w:val="none" w:sz="0" w:space="0" w:color="auto"/>
        <w:right w:val="none" w:sz="0" w:space="0" w:color="auto"/>
      </w:divBdr>
    </w:div>
    <w:div w:id="228656778">
      <w:marLeft w:val="0"/>
      <w:marRight w:val="0"/>
      <w:marTop w:val="0"/>
      <w:marBottom w:val="0"/>
      <w:divBdr>
        <w:top w:val="none" w:sz="0" w:space="0" w:color="auto"/>
        <w:left w:val="none" w:sz="0" w:space="0" w:color="auto"/>
        <w:bottom w:val="none" w:sz="0" w:space="0" w:color="auto"/>
        <w:right w:val="none" w:sz="0" w:space="0" w:color="auto"/>
      </w:divBdr>
      <w:divsChild>
        <w:div w:id="228656766">
          <w:marLeft w:val="0"/>
          <w:marRight w:val="0"/>
          <w:marTop w:val="0"/>
          <w:marBottom w:val="0"/>
          <w:divBdr>
            <w:top w:val="none" w:sz="0" w:space="0" w:color="auto"/>
            <w:left w:val="none" w:sz="0" w:space="0" w:color="auto"/>
            <w:bottom w:val="none" w:sz="0" w:space="0" w:color="auto"/>
            <w:right w:val="none" w:sz="0" w:space="0" w:color="auto"/>
          </w:divBdr>
        </w:div>
        <w:div w:id="228656769">
          <w:marLeft w:val="0"/>
          <w:marRight w:val="0"/>
          <w:marTop w:val="0"/>
          <w:marBottom w:val="0"/>
          <w:divBdr>
            <w:top w:val="none" w:sz="0" w:space="0" w:color="auto"/>
            <w:left w:val="none" w:sz="0" w:space="0" w:color="auto"/>
            <w:bottom w:val="none" w:sz="0" w:space="0" w:color="auto"/>
            <w:right w:val="none" w:sz="0" w:space="0" w:color="auto"/>
          </w:divBdr>
        </w:div>
        <w:div w:id="228656770">
          <w:marLeft w:val="0"/>
          <w:marRight w:val="0"/>
          <w:marTop w:val="0"/>
          <w:marBottom w:val="0"/>
          <w:divBdr>
            <w:top w:val="none" w:sz="0" w:space="0" w:color="auto"/>
            <w:left w:val="none" w:sz="0" w:space="0" w:color="auto"/>
            <w:bottom w:val="none" w:sz="0" w:space="0" w:color="auto"/>
            <w:right w:val="none" w:sz="0" w:space="0" w:color="auto"/>
          </w:divBdr>
        </w:div>
        <w:div w:id="228656772">
          <w:marLeft w:val="0"/>
          <w:marRight w:val="0"/>
          <w:marTop w:val="0"/>
          <w:marBottom w:val="0"/>
          <w:divBdr>
            <w:top w:val="none" w:sz="0" w:space="0" w:color="auto"/>
            <w:left w:val="none" w:sz="0" w:space="0" w:color="auto"/>
            <w:bottom w:val="none" w:sz="0" w:space="0" w:color="auto"/>
            <w:right w:val="none" w:sz="0" w:space="0" w:color="auto"/>
          </w:divBdr>
        </w:div>
        <w:div w:id="228656775">
          <w:marLeft w:val="0"/>
          <w:marRight w:val="0"/>
          <w:marTop w:val="0"/>
          <w:marBottom w:val="0"/>
          <w:divBdr>
            <w:top w:val="none" w:sz="0" w:space="0" w:color="auto"/>
            <w:left w:val="none" w:sz="0" w:space="0" w:color="auto"/>
            <w:bottom w:val="none" w:sz="0" w:space="0" w:color="auto"/>
            <w:right w:val="none" w:sz="0" w:space="0" w:color="auto"/>
          </w:divBdr>
        </w:div>
        <w:div w:id="228656776">
          <w:marLeft w:val="0"/>
          <w:marRight w:val="0"/>
          <w:marTop w:val="0"/>
          <w:marBottom w:val="0"/>
          <w:divBdr>
            <w:top w:val="none" w:sz="0" w:space="0" w:color="auto"/>
            <w:left w:val="none" w:sz="0" w:space="0" w:color="auto"/>
            <w:bottom w:val="none" w:sz="0" w:space="0" w:color="auto"/>
            <w:right w:val="none" w:sz="0" w:space="0" w:color="auto"/>
          </w:divBdr>
        </w:div>
        <w:div w:id="228656777">
          <w:marLeft w:val="0"/>
          <w:marRight w:val="0"/>
          <w:marTop w:val="0"/>
          <w:marBottom w:val="0"/>
          <w:divBdr>
            <w:top w:val="none" w:sz="0" w:space="0" w:color="auto"/>
            <w:left w:val="none" w:sz="0" w:space="0" w:color="auto"/>
            <w:bottom w:val="none" w:sz="0" w:space="0" w:color="auto"/>
            <w:right w:val="none" w:sz="0" w:space="0" w:color="auto"/>
          </w:divBdr>
        </w:div>
        <w:div w:id="228656782">
          <w:marLeft w:val="0"/>
          <w:marRight w:val="0"/>
          <w:marTop w:val="0"/>
          <w:marBottom w:val="0"/>
          <w:divBdr>
            <w:top w:val="none" w:sz="0" w:space="0" w:color="auto"/>
            <w:left w:val="none" w:sz="0" w:space="0" w:color="auto"/>
            <w:bottom w:val="none" w:sz="0" w:space="0" w:color="auto"/>
            <w:right w:val="none" w:sz="0" w:space="0" w:color="auto"/>
          </w:divBdr>
        </w:div>
      </w:divsChild>
    </w:div>
    <w:div w:id="228656781">
      <w:marLeft w:val="0"/>
      <w:marRight w:val="0"/>
      <w:marTop w:val="0"/>
      <w:marBottom w:val="0"/>
      <w:divBdr>
        <w:top w:val="none" w:sz="0" w:space="0" w:color="auto"/>
        <w:left w:val="none" w:sz="0" w:space="0" w:color="auto"/>
        <w:bottom w:val="none" w:sz="0" w:space="0" w:color="auto"/>
        <w:right w:val="none" w:sz="0" w:space="0" w:color="auto"/>
      </w:divBdr>
      <w:divsChild>
        <w:div w:id="228656767">
          <w:marLeft w:val="0"/>
          <w:marRight w:val="0"/>
          <w:marTop w:val="0"/>
          <w:marBottom w:val="0"/>
          <w:divBdr>
            <w:top w:val="none" w:sz="0" w:space="0" w:color="auto"/>
            <w:left w:val="none" w:sz="0" w:space="0" w:color="auto"/>
            <w:bottom w:val="none" w:sz="0" w:space="0" w:color="auto"/>
            <w:right w:val="none" w:sz="0" w:space="0" w:color="auto"/>
          </w:divBdr>
        </w:div>
        <w:div w:id="228656771">
          <w:marLeft w:val="0"/>
          <w:marRight w:val="0"/>
          <w:marTop w:val="0"/>
          <w:marBottom w:val="0"/>
          <w:divBdr>
            <w:top w:val="none" w:sz="0" w:space="0" w:color="auto"/>
            <w:left w:val="none" w:sz="0" w:space="0" w:color="auto"/>
            <w:bottom w:val="none" w:sz="0" w:space="0" w:color="auto"/>
            <w:right w:val="none" w:sz="0" w:space="0" w:color="auto"/>
          </w:divBdr>
        </w:div>
        <w:div w:id="228656773">
          <w:marLeft w:val="0"/>
          <w:marRight w:val="0"/>
          <w:marTop w:val="0"/>
          <w:marBottom w:val="0"/>
          <w:divBdr>
            <w:top w:val="none" w:sz="0" w:space="0" w:color="auto"/>
            <w:left w:val="none" w:sz="0" w:space="0" w:color="auto"/>
            <w:bottom w:val="none" w:sz="0" w:space="0" w:color="auto"/>
            <w:right w:val="none" w:sz="0" w:space="0" w:color="auto"/>
          </w:divBdr>
        </w:div>
        <w:div w:id="228656774">
          <w:marLeft w:val="0"/>
          <w:marRight w:val="0"/>
          <w:marTop w:val="0"/>
          <w:marBottom w:val="0"/>
          <w:divBdr>
            <w:top w:val="none" w:sz="0" w:space="0" w:color="auto"/>
            <w:left w:val="none" w:sz="0" w:space="0" w:color="auto"/>
            <w:bottom w:val="none" w:sz="0" w:space="0" w:color="auto"/>
            <w:right w:val="none" w:sz="0" w:space="0" w:color="auto"/>
          </w:divBdr>
        </w:div>
        <w:div w:id="228656779">
          <w:marLeft w:val="0"/>
          <w:marRight w:val="0"/>
          <w:marTop w:val="0"/>
          <w:marBottom w:val="0"/>
          <w:divBdr>
            <w:top w:val="none" w:sz="0" w:space="0" w:color="auto"/>
            <w:left w:val="none" w:sz="0" w:space="0" w:color="auto"/>
            <w:bottom w:val="none" w:sz="0" w:space="0" w:color="auto"/>
            <w:right w:val="none" w:sz="0" w:space="0" w:color="auto"/>
          </w:divBdr>
        </w:div>
        <w:div w:id="228656780">
          <w:marLeft w:val="0"/>
          <w:marRight w:val="0"/>
          <w:marTop w:val="0"/>
          <w:marBottom w:val="0"/>
          <w:divBdr>
            <w:top w:val="none" w:sz="0" w:space="0" w:color="auto"/>
            <w:left w:val="none" w:sz="0" w:space="0" w:color="auto"/>
            <w:bottom w:val="none" w:sz="0" w:space="0" w:color="auto"/>
            <w:right w:val="none" w:sz="0" w:space="0" w:color="auto"/>
          </w:divBdr>
        </w:div>
        <w:div w:id="228656783">
          <w:marLeft w:val="0"/>
          <w:marRight w:val="0"/>
          <w:marTop w:val="0"/>
          <w:marBottom w:val="0"/>
          <w:divBdr>
            <w:top w:val="none" w:sz="0" w:space="0" w:color="auto"/>
            <w:left w:val="none" w:sz="0" w:space="0" w:color="auto"/>
            <w:bottom w:val="none" w:sz="0" w:space="0" w:color="auto"/>
            <w:right w:val="none" w:sz="0" w:space="0" w:color="auto"/>
          </w:divBdr>
        </w:div>
        <w:div w:id="2286567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1131</Words>
  <Characters>6248</Characters>
  <Application>Microsoft Office Outlook</Application>
  <DocSecurity>0</DocSecurity>
  <Lines>0</Lines>
  <Paragraphs>0</Paragraphs>
  <ScaleCrop>false</ScaleCrop>
  <Company>hopfer PUBLIC RELATIONS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Mona Meier</dc:creator>
  <cp:keywords/>
  <dc:description/>
  <cp:lastModifiedBy>ORBIS Fachübersetzungen</cp:lastModifiedBy>
  <cp:revision>2</cp:revision>
  <cp:lastPrinted>2013-04-25T15:01:00Z</cp:lastPrinted>
  <dcterms:created xsi:type="dcterms:W3CDTF">2014-11-21T12:23:00Z</dcterms:created>
  <dcterms:modified xsi:type="dcterms:W3CDTF">2014-11-21T12:23:00Z</dcterms:modified>
</cp:coreProperties>
</file>